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61" w:rsidRDefault="00184961" w:rsidP="00184961">
      <w:proofErr w:type="gramStart"/>
      <w:r>
        <w:t>,</w:t>
      </w:r>
      <w:proofErr w:type="spellStart"/>
      <w:r>
        <w:t>s</w:t>
      </w:r>
      <w:proofErr w:type="gramEnd"/>
      <w:r>
        <w:t>#b</w:t>
      </w:r>
      <w:proofErr w:type="spellEnd"/>
      <w:r>
        <w:t xml:space="preserve"> ,:at is #b4j"6#j4g8</w:t>
      </w:r>
      <w:r w:rsidR="00703665">
        <w:t xml:space="preserve">             </w:t>
      </w:r>
      <w:proofErr w:type="spellStart"/>
      <w:r w:rsidR="00703665">
        <w:t>a#a</w:t>
      </w:r>
      <w:proofErr w:type="spellEnd"/>
    </w:p>
    <w:p w:rsidR="00A000B0" w:rsidRDefault="00A000B0" w:rsidP="00184961">
      <w:r>
        <w:tab/>
      </w:r>
      <w:r>
        <w:tab/>
      </w:r>
      <w:proofErr w:type="gramStart"/>
      <w:r>
        <w:t>,only</w:t>
      </w:r>
      <w:proofErr w:type="gramEnd"/>
      <w:r>
        <w:t xml:space="preserve"> #</w:t>
      </w:r>
      <w:r w:rsidR="00645479">
        <w:t>j</w:t>
      </w:r>
      <w:r w:rsidR="00184961">
        <w:t>1</w:t>
      </w:r>
      <w:r>
        <w:t xml:space="preserve"> #</w:t>
      </w:r>
      <w:r w:rsidR="00645479">
        <w:t>a</w:t>
      </w:r>
      <w:r w:rsidR="00184961">
        <w:t>1</w:t>
      </w:r>
      <w:r>
        <w:t xml:space="preserve"> #</w:t>
      </w:r>
      <w:r w:rsidR="00645479">
        <w:t>b</w:t>
      </w:r>
      <w:r w:rsidR="00184961">
        <w:t>1</w:t>
      </w:r>
      <w:r>
        <w:t xml:space="preserve"> #</w:t>
      </w:r>
      <w:r w:rsidR="00645479">
        <w:t>c</w:t>
      </w:r>
      <w:r w:rsidR="00184961">
        <w:t>1</w:t>
      </w:r>
      <w:r>
        <w:t xml:space="preserve"> #</w:t>
      </w:r>
      <w:r w:rsidR="00645479">
        <w:t>d</w:t>
      </w:r>
      <w:r w:rsidR="00184961">
        <w:t>1</w:t>
      </w:r>
      <w:r>
        <w:t xml:space="preserve"> #</w:t>
      </w:r>
      <w:r w:rsidR="00645479">
        <w:t>e</w:t>
      </w:r>
      <w:r w:rsidR="00184961">
        <w:t>1</w:t>
      </w:r>
      <w:r>
        <w:t xml:space="preserve"> #</w:t>
      </w:r>
      <w:r w:rsidR="00645479">
        <w:t>f</w:t>
      </w:r>
      <w:r w:rsidR="00184961">
        <w:t>1</w:t>
      </w:r>
      <w:r>
        <w:t xml:space="preserve"> </w:t>
      </w:r>
    </w:p>
    <w:p w:rsidR="00645479" w:rsidRDefault="00A000B0" w:rsidP="00A000B0">
      <w:r>
        <w:tab/>
        <w:t>#</w:t>
      </w:r>
      <w:r w:rsidR="00645479">
        <w:t>g</w:t>
      </w:r>
      <w:r w:rsidR="00184961">
        <w:t>1</w:t>
      </w:r>
      <w:r>
        <w:t xml:space="preserve"> #</w:t>
      </w:r>
      <w:r w:rsidR="00645479">
        <w:t>h</w:t>
      </w:r>
      <w:r w:rsidR="00184961">
        <w:t>1</w:t>
      </w:r>
      <w:r>
        <w:t xml:space="preserve"> #</w:t>
      </w:r>
      <w:r w:rsidR="00645479">
        <w:t>i</w:t>
      </w:r>
      <w:r w:rsidR="00184961">
        <w:t>1</w:t>
      </w:r>
      <w:r>
        <w:t xml:space="preserve"> </w:t>
      </w:r>
      <w:r w:rsidR="00645479">
        <w:t>4</w:t>
      </w:r>
      <w:r w:rsidR="00184961">
        <w:t>1</w:t>
      </w:r>
      <w:r>
        <w:t xml:space="preserve"> &amp; / &gt;e </w:t>
      </w:r>
      <w:proofErr w:type="gramStart"/>
      <w:r>
        <w:t>all[</w:t>
      </w:r>
      <w:proofErr w:type="gramEnd"/>
      <w:r>
        <w:t xml:space="preserve">$ 9 </w:t>
      </w:r>
      <w:proofErr w:type="spellStart"/>
      <w:r>
        <w:t>yr</w:t>
      </w:r>
      <w:proofErr w:type="spellEnd"/>
      <w:r w:rsidR="00645479">
        <w:t xml:space="preserve"> </w:t>
      </w:r>
    </w:p>
    <w:p w:rsidR="00A000B0" w:rsidRDefault="00645479" w:rsidP="00A000B0">
      <w:r>
        <w:tab/>
      </w:r>
      <w:proofErr w:type="spellStart"/>
      <w:r w:rsidR="00A000B0">
        <w:t>answ</w:t>
      </w:r>
      <w:proofErr w:type="spellEnd"/>
      <w:r w:rsidR="00A000B0">
        <w:t>]</w:t>
      </w:r>
      <w:proofErr w:type="gramStart"/>
      <w:r w:rsidR="00A000B0">
        <w:t>4 ,</w:t>
      </w:r>
      <w:proofErr w:type="spellStart"/>
      <w:r w:rsidR="00A000B0">
        <w:t>answ</w:t>
      </w:r>
      <w:proofErr w:type="spellEnd"/>
      <w:proofErr w:type="gramEnd"/>
      <w:r w:rsidR="00A000B0">
        <w:t xml:space="preserve">]s t &gt;e mix$ numb]s m/ 2 </w:t>
      </w:r>
    </w:p>
    <w:p w:rsidR="00A000B0" w:rsidRDefault="00A000B0" w:rsidP="00A000B0">
      <w:r>
        <w:tab/>
        <w:t>5</w:t>
      </w:r>
      <w:proofErr w:type="gramStart"/>
      <w:r>
        <w:t>t]$</w:t>
      </w:r>
      <w:proofErr w:type="gramEnd"/>
      <w:r>
        <w:t xml:space="preserve"> z an </w:t>
      </w:r>
      <w:proofErr w:type="spellStart"/>
      <w:r>
        <w:t>improp</w:t>
      </w:r>
      <w:proofErr w:type="spellEnd"/>
      <w:r>
        <w:t xml:space="preserve">] </w:t>
      </w:r>
      <w:proofErr w:type="spellStart"/>
      <w:r>
        <w:t>frac;n</w:t>
      </w:r>
      <w:proofErr w:type="spellEnd"/>
      <w:r>
        <w:t xml:space="preserve"> or decimal4</w:t>
      </w:r>
    </w:p>
    <w:p w:rsidR="00A000B0" w:rsidRDefault="00A000B0" w:rsidP="00A000B0">
      <w:r>
        <w:tab/>
      </w:r>
      <w:r>
        <w:tab/>
      </w:r>
      <w:r>
        <w:tab/>
      </w:r>
      <w:proofErr w:type="gramStart"/>
      <w:r w:rsidR="00645479">
        <w:t>`.&lt;</w:t>
      </w:r>
      <w:proofErr w:type="gramEnd"/>
      <w:r w:rsidR="009264C7">
        <w:t>,texture 9dicates %ad$ &gt;ea</w:t>
      </w:r>
      <w:r>
        <w:t>4</w:t>
      </w:r>
      <w:r w:rsidR="00645479">
        <w:t>`.&gt;</w:t>
      </w:r>
    </w:p>
    <w:p w:rsidR="00A000B0" w:rsidRDefault="00876598" w:rsidP="00A000B0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0.45pt;margin-top:25.35pt;width:503.15pt;height:93.45pt;z-index:-251658240;mso-position-horizontal-relative:text;mso-position-vertical-relative:text">
            <v:imagedata r:id="rId5" o:title=""/>
          </v:shape>
          <o:OLEObject Type="Embed" ProgID="CorelDraw.Graphic.16" ShapeID="_x0000_s1026" DrawAspect="Content" ObjectID="_1680930612" r:id="rId6"/>
        </w:object>
      </w:r>
    </w:p>
    <w:p w:rsidR="00A000B0" w:rsidRDefault="00A000B0" w:rsidP="00A000B0"/>
    <w:p w:rsidR="00A000B0" w:rsidRDefault="00A000B0" w:rsidP="00A000B0"/>
    <w:p w:rsidR="00A000B0" w:rsidRDefault="00A000B0" w:rsidP="00A000B0"/>
    <w:p w:rsidR="00A000B0" w:rsidRDefault="00A000B0" w:rsidP="00A000B0"/>
    <w:p w:rsidR="00703665" w:rsidRDefault="00703665" w:rsidP="00A000B0"/>
    <w:p w:rsidR="00703665" w:rsidRDefault="00703665" w:rsidP="00A000B0"/>
    <w:p w:rsidR="00703665" w:rsidRDefault="00703665" w:rsidP="00A000B0"/>
    <w:p w:rsidR="00703665" w:rsidRDefault="00703665" w:rsidP="00A000B0"/>
    <w:p w:rsidR="00703665" w:rsidRDefault="00703665" w:rsidP="00A000B0"/>
    <w:p w:rsidR="00703665" w:rsidRDefault="00703665" w:rsidP="00A000B0"/>
    <w:p w:rsidR="00703665" w:rsidRDefault="00703665" w:rsidP="00A000B0"/>
    <w:p w:rsidR="00703665" w:rsidRDefault="00703665" w:rsidP="00A000B0"/>
    <w:p w:rsidR="00703665" w:rsidRDefault="00703665" w:rsidP="00A000B0"/>
    <w:p w:rsidR="00703665" w:rsidRDefault="00703665" w:rsidP="00A000B0"/>
    <w:p w:rsidR="00703665" w:rsidRDefault="00703665" w:rsidP="00A000B0"/>
    <w:p w:rsidR="00703665" w:rsidRDefault="00703665" w:rsidP="00A000B0"/>
    <w:p w:rsidR="00703665" w:rsidRDefault="00703665" w:rsidP="00A000B0"/>
    <w:p w:rsidR="00703665" w:rsidRDefault="00703665" w:rsidP="00A000B0">
      <w:r>
        <w:t xml:space="preserve">                                      #b</w:t>
      </w:r>
    </w:p>
    <w:p w:rsidR="00A000B0" w:rsidRDefault="000A1CC8" w:rsidP="00A000B0">
      <w:proofErr w:type="gramStart"/>
      <w:r w:rsidRPr="000A1CC8">
        <w:lastRenderedPageBreak/>
        <w:t>,</w:t>
      </w:r>
      <w:proofErr w:type="spellStart"/>
      <w:r w:rsidRPr="000A1CC8">
        <w:t>s</w:t>
      </w:r>
      <w:proofErr w:type="gramEnd"/>
      <w:r w:rsidRPr="000A1CC8">
        <w:t>#c</w:t>
      </w:r>
      <w:proofErr w:type="spellEnd"/>
      <w:r w:rsidRPr="000A1CC8">
        <w:t xml:space="preserve"> ,:at </w:t>
      </w:r>
      <w:proofErr w:type="spellStart"/>
      <w:r w:rsidRPr="000A1CC8">
        <w:t>frac;n</w:t>
      </w:r>
      <w:proofErr w:type="spellEnd"/>
      <w:r w:rsidRPr="000A1CC8">
        <w:t xml:space="preserve"> ( ! circle is</w:t>
      </w:r>
      <w:r>
        <w:t xml:space="preserve">      </w:t>
      </w:r>
      <w:r w:rsidR="00A000B0">
        <w:t xml:space="preserve"> </w:t>
      </w:r>
      <w:r w:rsidR="008A352B">
        <w:t xml:space="preserve"> </w:t>
      </w:r>
      <w:r w:rsidR="00A000B0">
        <w:t>#</w:t>
      </w:r>
      <w:r w:rsidR="008A352B">
        <w:t>b</w:t>
      </w:r>
    </w:p>
    <w:p w:rsidR="00A000B0" w:rsidRDefault="00A000B0" w:rsidP="00A000B0">
      <w:r>
        <w:tab/>
      </w:r>
      <w:r>
        <w:tab/>
        <w:t>%ad$8</w:t>
      </w:r>
    </w:p>
    <w:p w:rsidR="00A000B0" w:rsidRDefault="00A000B0" w:rsidP="00645479">
      <w:r>
        <w:tab/>
      </w:r>
      <w:r>
        <w:tab/>
      </w:r>
      <w:r>
        <w:tab/>
      </w:r>
      <w:proofErr w:type="gramStart"/>
      <w:r w:rsidR="00AB2CCE">
        <w:t>`.&lt;</w:t>
      </w:r>
      <w:proofErr w:type="gramEnd"/>
      <w:r w:rsidR="00AB2CCE">
        <w:t xml:space="preserve">,texture 9dicates %ad$ </w:t>
      </w:r>
      <w:r w:rsidR="009264C7">
        <w:t>&gt;ea4</w:t>
      </w:r>
      <w:r w:rsidR="00645479">
        <w:t>`.&gt;</w:t>
      </w:r>
    </w:p>
    <w:p w:rsidR="00A000B0" w:rsidRDefault="00A000B0" w:rsidP="00A000B0"/>
    <w:p w:rsidR="00A000B0" w:rsidRDefault="00876598" w:rsidP="00A000B0">
      <w:r>
        <w:rPr>
          <w:noProof/>
        </w:rPr>
        <w:object w:dxaOrig="1440" w:dyaOrig="1440">
          <v:shape id="_x0000_s1027" type="#_x0000_t75" style="position:absolute;margin-left:57.6pt;margin-top:3.6pt;width:202.7pt;height:205.2pt;z-index:-251656192;mso-position-horizontal-relative:text;mso-position-vertical-relative:text">
            <v:imagedata r:id="rId7" o:title=""/>
          </v:shape>
          <o:OLEObject Type="Embed" ProgID="CorelDraw.Graphic.16" ShapeID="_x0000_s1027" DrawAspect="Content" ObjectID="_1680930613" r:id="rId8"/>
        </w:object>
      </w:r>
    </w:p>
    <w:p w:rsidR="00A000B0" w:rsidRDefault="00A000B0" w:rsidP="00A000B0"/>
    <w:p w:rsidR="00A000B0" w:rsidRDefault="00A000B0" w:rsidP="00A000B0"/>
    <w:p w:rsidR="00A000B0" w:rsidRDefault="00A000B0" w:rsidP="00A000B0"/>
    <w:p w:rsidR="00A000B0" w:rsidRDefault="00A000B0" w:rsidP="00A000B0"/>
    <w:p w:rsidR="00A000B0" w:rsidRDefault="00A000B0" w:rsidP="00A000B0"/>
    <w:p w:rsidR="00A000B0" w:rsidRDefault="00A000B0" w:rsidP="00A000B0"/>
    <w:p w:rsidR="00A000B0" w:rsidRDefault="00A000B0" w:rsidP="00A000B0"/>
    <w:p w:rsidR="00A000B0" w:rsidRDefault="00A000B0" w:rsidP="00A000B0"/>
    <w:p w:rsidR="000A1CC8" w:rsidRDefault="000A1CC8" w:rsidP="000A1CC8">
      <w:r>
        <w:tab/>
      </w:r>
      <w:r>
        <w:tab/>
      </w:r>
      <w:proofErr w:type="gramStart"/>
      <w:r>
        <w:t>,only</w:t>
      </w:r>
      <w:proofErr w:type="gramEnd"/>
      <w:r>
        <w:t xml:space="preserve"> #j1 #a1 #b1 #c1 #d1 #e1 #f1 </w:t>
      </w:r>
    </w:p>
    <w:p w:rsidR="000A1CC8" w:rsidRDefault="000A1CC8" w:rsidP="000A1CC8">
      <w:r>
        <w:tab/>
        <w:t xml:space="preserve">#g1 #h1 #i1 41 &amp; / &gt;e </w:t>
      </w:r>
      <w:proofErr w:type="gramStart"/>
      <w:r>
        <w:t>all[</w:t>
      </w:r>
      <w:proofErr w:type="gramEnd"/>
      <w:r>
        <w:t xml:space="preserve">$ 9 </w:t>
      </w:r>
      <w:proofErr w:type="spellStart"/>
      <w:r>
        <w:t>yr</w:t>
      </w:r>
      <w:proofErr w:type="spellEnd"/>
      <w:r>
        <w:t xml:space="preserve"> </w:t>
      </w:r>
    </w:p>
    <w:p w:rsidR="000A1CC8" w:rsidRDefault="000A1CC8" w:rsidP="000A1CC8">
      <w:r>
        <w:tab/>
      </w:r>
      <w:proofErr w:type="spellStart"/>
      <w:r>
        <w:t>answ</w:t>
      </w:r>
      <w:proofErr w:type="spellEnd"/>
      <w:r>
        <w:t>]</w:t>
      </w:r>
      <w:proofErr w:type="gramStart"/>
      <w:r>
        <w:t>4 ,</w:t>
      </w:r>
      <w:proofErr w:type="spellStart"/>
      <w:r>
        <w:t>answ</w:t>
      </w:r>
      <w:proofErr w:type="spellEnd"/>
      <w:proofErr w:type="gramEnd"/>
      <w:r>
        <w:t xml:space="preserve">]s t &gt;e mix$ numb]s m/ 2 </w:t>
      </w:r>
    </w:p>
    <w:p w:rsidR="00A000B0" w:rsidRDefault="000A1CC8" w:rsidP="000A1CC8">
      <w:r>
        <w:tab/>
        <w:t>5</w:t>
      </w:r>
      <w:proofErr w:type="gramStart"/>
      <w:r>
        <w:t>t]$</w:t>
      </w:r>
      <w:proofErr w:type="gramEnd"/>
      <w:r>
        <w:t xml:space="preserve"> z an </w:t>
      </w:r>
      <w:proofErr w:type="spellStart"/>
      <w:r>
        <w:t>improp</w:t>
      </w:r>
      <w:proofErr w:type="spellEnd"/>
      <w:r>
        <w:t xml:space="preserve">] </w:t>
      </w:r>
      <w:proofErr w:type="spellStart"/>
      <w:r>
        <w:t>frac;n</w:t>
      </w:r>
      <w:proofErr w:type="spellEnd"/>
      <w:r>
        <w:t xml:space="preserve"> or decimal4</w:t>
      </w:r>
    </w:p>
    <w:p w:rsidR="00A000B0" w:rsidRDefault="00A000B0" w:rsidP="00A000B0"/>
    <w:p w:rsidR="00A000B0" w:rsidRDefault="00876598" w:rsidP="00A000B0">
      <w:r>
        <w:rPr>
          <w:noProof/>
        </w:rPr>
        <w:object w:dxaOrig="1440" w:dyaOrig="1440">
          <v:shape id="_x0000_s1028" type="#_x0000_t75" style="position:absolute;margin-left:72.2pt;margin-top:6.25pt;width:489.4pt;height:83.75pt;z-index:-251655168;mso-position-horizontal-relative:text;mso-position-vertical-relative:text">
            <v:imagedata r:id="rId9" o:title=""/>
          </v:shape>
          <o:OLEObject Type="Embed" ProgID="CorelDraw.Graphic.16" ShapeID="_x0000_s1028" DrawAspect="Content" ObjectID="_1680930614" r:id="rId10"/>
        </w:object>
      </w:r>
    </w:p>
    <w:p w:rsidR="00A000B0" w:rsidRDefault="00A000B0" w:rsidP="00A000B0"/>
    <w:p w:rsidR="00A000B0" w:rsidRDefault="00A000B0" w:rsidP="00A000B0"/>
    <w:p w:rsidR="00A000B0" w:rsidRDefault="00A000B0" w:rsidP="00A000B0"/>
    <w:p w:rsidR="00A000B0" w:rsidRDefault="00A000B0" w:rsidP="00A000B0">
      <w:proofErr w:type="gramStart"/>
      <w:r>
        <w:t>,,</w:t>
      </w:r>
      <w:proofErr w:type="gramEnd"/>
      <w:r>
        <w:t xml:space="preserve">/op                                 </w:t>
      </w:r>
    </w:p>
    <w:p w:rsidR="00A000B0" w:rsidRDefault="00A000B0" w:rsidP="00A000B0"/>
    <w:p w:rsidR="00A000B0" w:rsidRDefault="00A000B0" w:rsidP="00A000B0">
      <w:r>
        <w:t xml:space="preserve">        </w:t>
      </w:r>
      <w:r w:rsidR="001C75B5">
        <w:t xml:space="preserve">                              #c</w:t>
      </w:r>
    </w:p>
    <w:p w:rsidR="003A368C" w:rsidRDefault="003A368C" w:rsidP="00A34643">
      <w:pPr>
        <w:tabs>
          <w:tab w:val="left" w:pos="13290"/>
        </w:tabs>
      </w:pPr>
      <w:r w:rsidRPr="003A368C">
        <w:lastRenderedPageBreak/>
        <w:t>#</w:t>
      </w:r>
      <w:proofErr w:type="spellStart"/>
      <w:proofErr w:type="gramStart"/>
      <w:r w:rsidRPr="003A368C">
        <w:t>i</w:t>
      </w:r>
      <w:proofErr w:type="spellEnd"/>
      <w:r w:rsidRPr="003A368C">
        <w:t xml:space="preserve"> ,:at</w:t>
      </w:r>
      <w:proofErr w:type="gramEnd"/>
      <w:r w:rsidRPr="003A368C">
        <w:t xml:space="preserve"> is ! value ( ;n 9 ! </w:t>
      </w:r>
      <w:proofErr w:type="spellStart"/>
      <w:r w:rsidRPr="003A368C">
        <w:t>equa;n</w:t>
      </w:r>
      <w:proofErr w:type="spellEnd"/>
      <w:r>
        <w:t xml:space="preserve">    #f</w:t>
      </w:r>
    </w:p>
    <w:p w:rsidR="003A368C" w:rsidRDefault="003A368C" w:rsidP="00A34643">
      <w:pPr>
        <w:tabs>
          <w:tab w:val="left" w:pos="13290"/>
        </w:tabs>
      </w:pPr>
      <w:r w:rsidRPr="003A368C">
        <w:t xml:space="preserve"> </w:t>
      </w:r>
      <w:r>
        <w:t xml:space="preserve">   </w:t>
      </w:r>
      <w:proofErr w:type="gramStart"/>
      <w:r w:rsidRPr="003A368C">
        <w:t>%[</w:t>
      </w:r>
      <w:proofErr w:type="gramEnd"/>
      <w:r w:rsidRPr="003A368C">
        <w:t>n8</w:t>
      </w:r>
    </w:p>
    <w:p w:rsidR="003A368C" w:rsidRDefault="006D2331" w:rsidP="00A34643">
      <w:pPr>
        <w:tabs>
          <w:tab w:val="left" w:pos="13290"/>
        </w:tabs>
      </w:pPr>
      <w:r>
        <w:t xml:space="preserve">      </w:t>
      </w:r>
      <w:proofErr w:type="gramStart"/>
      <w:r w:rsidRPr="006D2331">
        <w:t>@.&lt;</w:t>
      </w:r>
      <w:proofErr w:type="gramEnd"/>
      <w:r w:rsidRPr="006D2331">
        <w:t>,texture 9dicates %ad$ &gt;ea4@.&gt;</w:t>
      </w:r>
    </w:p>
    <w:p w:rsidR="003A368C" w:rsidRDefault="00876598" w:rsidP="00A34643">
      <w:pPr>
        <w:tabs>
          <w:tab w:val="left" w:pos="13290"/>
        </w:tabs>
      </w:pPr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098" type="#_x0000_t75" style="position:absolute;margin-left:51pt;margin-top:23.8pt;width:530.9pt;height:163.75pt;z-index:-251617280;mso-position-horizontal-relative:text;mso-position-vertical-relative:text">
            <v:imagedata r:id="rId11" o:title=""/>
          </v:shape>
          <o:OLEObject Type="Embed" ProgID="CorelDraw.Graphic.18" ShapeID="_x0000_s1098" DrawAspect="Content" ObjectID="_1680930615" r:id="rId12"/>
        </w:object>
      </w:r>
      <w:r w:rsidR="006D2331">
        <w:t xml:space="preserve"> </w:t>
      </w:r>
    </w:p>
    <w:p w:rsidR="003A368C" w:rsidRDefault="003A368C" w:rsidP="00A34643">
      <w:pPr>
        <w:tabs>
          <w:tab w:val="left" w:pos="13290"/>
        </w:tabs>
      </w:pPr>
    </w:p>
    <w:p w:rsidR="003A368C" w:rsidRDefault="003A368C" w:rsidP="00A34643">
      <w:pPr>
        <w:tabs>
          <w:tab w:val="left" w:pos="13290"/>
        </w:tabs>
      </w:pPr>
    </w:p>
    <w:p w:rsidR="003A368C" w:rsidRDefault="003A368C" w:rsidP="00A34643">
      <w:pPr>
        <w:tabs>
          <w:tab w:val="left" w:pos="13290"/>
        </w:tabs>
      </w:pPr>
    </w:p>
    <w:p w:rsidR="003A368C" w:rsidRDefault="003A368C" w:rsidP="00A34643">
      <w:pPr>
        <w:tabs>
          <w:tab w:val="left" w:pos="13290"/>
        </w:tabs>
      </w:pPr>
    </w:p>
    <w:p w:rsidR="003A368C" w:rsidRDefault="003A368C" w:rsidP="00A34643">
      <w:pPr>
        <w:tabs>
          <w:tab w:val="left" w:pos="13290"/>
        </w:tabs>
      </w:pPr>
    </w:p>
    <w:p w:rsidR="003A368C" w:rsidRDefault="003A368C" w:rsidP="00A34643">
      <w:pPr>
        <w:tabs>
          <w:tab w:val="left" w:pos="13290"/>
        </w:tabs>
      </w:pPr>
    </w:p>
    <w:p w:rsidR="003A368C" w:rsidRDefault="00E10666" w:rsidP="00A34643">
      <w:pPr>
        <w:tabs>
          <w:tab w:val="left" w:pos="13290"/>
        </w:tabs>
      </w:pPr>
      <w:r>
        <w:t xml:space="preserve">  </w:t>
      </w:r>
      <w:proofErr w:type="gramStart"/>
      <w:r>
        <w:t>,a</w:t>
      </w:r>
      <w:proofErr w:type="gramEnd"/>
    </w:p>
    <w:p w:rsidR="003A368C" w:rsidRDefault="00876598" w:rsidP="00A34643">
      <w:pPr>
        <w:tabs>
          <w:tab w:val="left" w:pos="13290"/>
        </w:tabs>
      </w:pPr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099" type="#_x0000_t75" style="position:absolute;margin-left:57.6pt;margin-top:13.6pt;width:274.1pt;height:115.2pt;z-index:-251615232;mso-position-horizontal-relative:text;mso-position-vertical-relative:text">
            <v:imagedata r:id="rId13" o:title=""/>
          </v:shape>
          <o:OLEObject Type="Embed" ProgID="CorelDraw.Graphic.18" ShapeID="_x0000_s1099" DrawAspect="Content" ObjectID="_1680930616" r:id="rId14"/>
        </w:object>
      </w:r>
    </w:p>
    <w:p w:rsidR="003A368C" w:rsidRDefault="003A368C" w:rsidP="00A34643">
      <w:pPr>
        <w:tabs>
          <w:tab w:val="left" w:pos="13290"/>
        </w:tabs>
      </w:pPr>
    </w:p>
    <w:p w:rsidR="003A368C" w:rsidRDefault="003A368C" w:rsidP="00A34643">
      <w:pPr>
        <w:tabs>
          <w:tab w:val="left" w:pos="13290"/>
        </w:tabs>
      </w:pPr>
    </w:p>
    <w:p w:rsidR="003A368C" w:rsidRDefault="003A368C" w:rsidP="00A34643">
      <w:pPr>
        <w:tabs>
          <w:tab w:val="left" w:pos="13290"/>
        </w:tabs>
      </w:pPr>
    </w:p>
    <w:p w:rsidR="003A368C" w:rsidRDefault="003A368C" w:rsidP="00A34643">
      <w:pPr>
        <w:tabs>
          <w:tab w:val="left" w:pos="13290"/>
        </w:tabs>
      </w:pPr>
    </w:p>
    <w:p w:rsidR="003A368C" w:rsidRDefault="00FD1872" w:rsidP="00A34643">
      <w:pPr>
        <w:tabs>
          <w:tab w:val="left" w:pos="13290"/>
        </w:tabs>
      </w:pPr>
      <w:r>
        <w:t xml:space="preserve">  </w:t>
      </w:r>
      <w:proofErr w:type="gramStart"/>
      <w:r w:rsidR="00E10666">
        <w:t>;,</w:t>
      </w:r>
      <w:proofErr w:type="gramEnd"/>
      <w:r>
        <w:t>b</w:t>
      </w:r>
    </w:p>
    <w:p w:rsidR="003A368C" w:rsidRDefault="00876598" w:rsidP="00A34643">
      <w:pPr>
        <w:tabs>
          <w:tab w:val="left" w:pos="13290"/>
        </w:tabs>
      </w:pPr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100" type="#_x0000_t75" style="position:absolute;margin-left:57.6pt;margin-top:23.75pt;width:295.2pt;height:118.8pt;z-index:-251613184;mso-position-horizontal-relative:text;mso-position-vertical-relative:text">
            <v:imagedata r:id="rId15" o:title=""/>
          </v:shape>
          <o:OLEObject Type="Embed" ProgID="CorelDraw.Graphic.18" ShapeID="_x0000_s1100" DrawAspect="Content" ObjectID="_1680930617" r:id="rId16"/>
        </w:object>
      </w:r>
    </w:p>
    <w:p w:rsidR="003A368C" w:rsidRDefault="003A368C" w:rsidP="00A34643">
      <w:pPr>
        <w:tabs>
          <w:tab w:val="left" w:pos="13290"/>
        </w:tabs>
      </w:pPr>
    </w:p>
    <w:p w:rsidR="003A368C" w:rsidRDefault="003A368C" w:rsidP="00A34643">
      <w:pPr>
        <w:tabs>
          <w:tab w:val="left" w:pos="13290"/>
        </w:tabs>
      </w:pPr>
    </w:p>
    <w:p w:rsidR="00C33126" w:rsidRDefault="00C33126" w:rsidP="00A34643">
      <w:pPr>
        <w:tabs>
          <w:tab w:val="left" w:pos="13290"/>
        </w:tabs>
      </w:pPr>
    </w:p>
    <w:p w:rsidR="003A368C" w:rsidRDefault="003A368C" w:rsidP="00A34643">
      <w:pPr>
        <w:tabs>
          <w:tab w:val="left" w:pos="13290"/>
        </w:tabs>
      </w:pPr>
    </w:p>
    <w:p w:rsidR="003A368C" w:rsidRDefault="003A368C" w:rsidP="00A34643">
      <w:pPr>
        <w:tabs>
          <w:tab w:val="left" w:pos="13290"/>
        </w:tabs>
      </w:pPr>
    </w:p>
    <w:p w:rsidR="00FD1872" w:rsidRDefault="00FD1872" w:rsidP="00A34643">
      <w:pPr>
        <w:tabs>
          <w:tab w:val="left" w:pos="13290"/>
        </w:tabs>
      </w:pPr>
      <w:r>
        <w:t xml:space="preserve">      </w:t>
      </w:r>
      <w:proofErr w:type="gramStart"/>
      <w:r w:rsidRPr="00FD1872">
        <w:t>@.&lt;</w:t>
      </w:r>
      <w:proofErr w:type="gramEnd"/>
      <w:r w:rsidRPr="00FD1872">
        <w:t>,</w:t>
      </w:r>
      <w:proofErr w:type="spellStart"/>
      <w:r w:rsidRPr="00FD1872">
        <w:t>answ</w:t>
      </w:r>
      <w:proofErr w:type="spellEnd"/>
      <w:r w:rsidRPr="00FD1872">
        <w:t>] *</w:t>
      </w:r>
      <w:proofErr w:type="spellStart"/>
      <w:r w:rsidRPr="00FD1872">
        <w:t>oices</w:t>
      </w:r>
      <w:proofErr w:type="spellEnd"/>
      <w:r w:rsidRPr="00FD1872">
        <w:t xml:space="preserve"> ;,c &amp; ;,d &gt;e on ! </w:t>
      </w:r>
      <w:r>
        <w:t xml:space="preserve">  </w:t>
      </w:r>
    </w:p>
    <w:p w:rsidR="003A368C" w:rsidRDefault="00FD1872" w:rsidP="00C33126">
      <w:pPr>
        <w:tabs>
          <w:tab w:val="left" w:pos="13290"/>
        </w:tabs>
      </w:pPr>
      <w:r>
        <w:t xml:space="preserve">    </w:t>
      </w:r>
      <w:proofErr w:type="spellStart"/>
      <w:proofErr w:type="gramStart"/>
      <w:r w:rsidRPr="00FD1872">
        <w:t>foll</w:t>
      </w:r>
      <w:proofErr w:type="spellEnd"/>
      <w:r w:rsidRPr="00FD1872">
        <w:t>[</w:t>
      </w:r>
      <w:proofErr w:type="gramEnd"/>
      <w:r w:rsidRPr="00FD1872">
        <w:t>+ page4@.&gt;</w:t>
      </w:r>
      <w:r>
        <w:t xml:space="preserve">                   #g</w:t>
      </w:r>
    </w:p>
    <w:p w:rsidR="00F15B6C" w:rsidRDefault="00F15B6C" w:rsidP="00F50443">
      <w:r>
        <w:lastRenderedPageBreak/>
        <w:tab/>
      </w:r>
      <w:proofErr w:type="gramStart"/>
      <w:r>
        <w:t>;,</w:t>
      </w:r>
      <w:proofErr w:type="gramEnd"/>
      <w:r>
        <w:t xml:space="preserve">c                                </w:t>
      </w:r>
      <w:proofErr w:type="spellStart"/>
      <w:r>
        <w:t>A#f</w:t>
      </w:r>
      <w:proofErr w:type="spellEnd"/>
    </w:p>
    <w:p w:rsidR="00F15B6C" w:rsidRDefault="00876598" w:rsidP="00F50443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101" type="#_x0000_t75" style="position:absolute;margin-left:50.4pt;margin-top:17.35pt;width:439.2pt;height:133.85pt;z-index:-251611136;mso-position-horizontal-relative:text;mso-position-vertical-relative:text">
            <v:imagedata r:id="rId17" o:title=""/>
          </v:shape>
          <o:OLEObject Type="Embed" ProgID="CorelDraw.Graphic.18" ShapeID="_x0000_s1101" DrawAspect="Content" ObjectID="_1680930618" r:id="rId18"/>
        </w:object>
      </w:r>
    </w:p>
    <w:p w:rsidR="00F15B6C" w:rsidRDefault="00F15B6C" w:rsidP="00F50443"/>
    <w:p w:rsidR="00F15B6C" w:rsidRDefault="00F15B6C" w:rsidP="00F50443"/>
    <w:p w:rsidR="00F15B6C" w:rsidRDefault="00F15B6C" w:rsidP="00F50443"/>
    <w:p w:rsidR="00F15B6C" w:rsidRDefault="00F15B6C" w:rsidP="00F50443"/>
    <w:p w:rsidR="00F15B6C" w:rsidRDefault="00F15B6C" w:rsidP="00F50443"/>
    <w:p w:rsidR="00F15B6C" w:rsidRDefault="00B629E6" w:rsidP="00F50443">
      <w:r>
        <w:t xml:space="preserve">  </w:t>
      </w:r>
      <w:proofErr w:type="gramStart"/>
      <w:r w:rsidR="00AE4C74">
        <w:t>;,</w:t>
      </w:r>
      <w:proofErr w:type="gramEnd"/>
      <w:r w:rsidR="00AE4C74">
        <w:t>d</w:t>
      </w:r>
    </w:p>
    <w:p w:rsidR="00F15B6C" w:rsidRDefault="00876598" w:rsidP="00F50443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102" type="#_x0000_t75" style="position:absolute;margin-left:50.4pt;margin-top:7.5pt;width:447.45pt;height:133.4pt;z-index:-251609088;mso-position-horizontal-relative:text;mso-position-vertical-relative:text">
            <v:imagedata r:id="rId19" o:title=""/>
          </v:shape>
          <o:OLEObject Type="Embed" ProgID="CorelDraw.Graphic.18" ShapeID="_x0000_s1102" DrawAspect="Content" ObjectID="_1680930619" r:id="rId20"/>
        </w:object>
      </w:r>
      <w:r w:rsidR="00AE4C74">
        <w:t xml:space="preserve">  </w:t>
      </w:r>
    </w:p>
    <w:p w:rsidR="00F15B6C" w:rsidRDefault="00F15B6C" w:rsidP="00F50443"/>
    <w:p w:rsidR="00F15B6C" w:rsidRDefault="00F15B6C" w:rsidP="00F50443"/>
    <w:p w:rsidR="00F15B6C" w:rsidRDefault="00F15B6C" w:rsidP="00F50443"/>
    <w:p w:rsidR="00F15B6C" w:rsidRDefault="00F15B6C" w:rsidP="00F50443"/>
    <w:p w:rsidR="008E5034" w:rsidRDefault="008E5034" w:rsidP="00F50443"/>
    <w:p w:rsidR="00196EAE" w:rsidRDefault="00196EAE" w:rsidP="00F50443">
      <w:r w:rsidRPr="00196EAE">
        <w:t>#</w:t>
      </w:r>
      <w:proofErr w:type="spellStart"/>
      <w:proofErr w:type="gramStart"/>
      <w:r w:rsidRPr="00196EAE">
        <w:t>aj</w:t>
      </w:r>
      <w:proofErr w:type="spellEnd"/>
      <w:r w:rsidRPr="00196EAE">
        <w:t xml:space="preserve"> ,mr</w:t>
      </w:r>
      <w:proofErr w:type="gramEnd"/>
      <w:r w:rsidRPr="00196EAE">
        <w:t>4 ,$w&gt;ds b"\ a #</w:t>
      </w:r>
      <w:proofErr w:type="spellStart"/>
      <w:r w:rsidRPr="00196EAE">
        <w:t>ej-p.d</w:t>
      </w:r>
      <w:proofErr w:type="spellEnd"/>
      <w:r w:rsidRPr="00196EAE">
        <w:t xml:space="preserve"> bag ( </w:t>
      </w:r>
      <w:proofErr w:type="spellStart"/>
      <w:r w:rsidRPr="00196EAE">
        <w:t>fl</w:t>
      </w:r>
      <w:proofErr w:type="spellEnd"/>
      <w:r w:rsidRPr="00196EAE">
        <w:t xml:space="preserve">\r </w:t>
      </w:r>
    </w:p>
    <w:p w:rsidR="00F15B6C" w:rsidRDefault="00196EAE" w:rsidP="00F50443">
      <w:r>
        <w:tab/>
      </w:r>
      <w:r>
        <w:tab/>
      </w:r>
      <w:r w:rsidRPr="00196EAE">
        <w:t xml:space="preserve">= 8 </w:t>
      </w:r>
      <w:proofErr w:type="spellStart"/>
      <w:proofErr w:type="gramStart"/>
      <w:r w:rsidRPr="00196EAE">
        <w:t>bak</w:t>
      </w:r>
      <w:proofErr w:type="spellEnd"/>
      <w:r w:rsidRPr="00196EAE">
        <w:t>]y</w:t>
      </w:r>
      <w:proofErr w:type="gramEnd"/>
      <w:r w:rsidRPr="00196EAE">
        <w:t xml:space="preserve">4 ,x 0 equally </w:t>
      </w:r>
      <w:proofErr w:type="spellStart"/>
      <w:r w:rsidRPr="00196EAE">
        <w:t>divid</w:t>
      </w:r>
      <w:proofErr w:type="spellEnd"/>
      <w:r w:rsidRPr="00196EAE">
        <w:t xml:space="preserve">$ </w:t>
      </w:r>
      <w:proofErr w:type="spellStart"/>
      <w:r w:rsidRPr="00196EAE">
        <w:t>am;g</w:t>
      </w:r>
      <w:proofErr w:type="spellEnd"/>
      <w:r w:rsidRPr="00196EAE">
        <w:t xml:space="preserve"> </w:t>
      </w:r>
      <w:r>
        <w:tab/>
      </w:r>
      <w:r>
        <w:tab/>
      </w:r>
      <w:r w:rsidRPr="00196EAE">
        <w:t xml:space="preserve">#f "ds4 ,h[ m* </w:t>
      </w:r>
      <w:proofErr w:type="spellStart"/>
      <w:r w:rsidRPr="00196EAE">
        <w:t>fl</w:t>
      </w:r>
      <w:proofErr w:type="spellEnd"/>
      <w:r w:rsidRPr="00196EAE">
        <w:t>\r 0 us$ p] "d8</w:t>
      </w:r>
    </w:p>
    <w:p w:rsidR="00A5189E" w:rsidRDefault="00A5189E" w:rsidP="00F50443">
      <w:r>
        <w:tab/>
      </w:r>
      <w:proofErr w:type="gramStart"/>
      <w:r>
        <w:t>,a</w:t>
      </w:r>
      <w:proofErr w:type="gramEnd"/>
      <w:r>
        <w:t xml:space="preserve"> #c/be </w:t>
      </w:r>
      <w:proofErr w:type="spellStart"/>
      <w:r>
        <w:t>p.d</w:t>
      </w:r>
      <w:proofErr w:type="spellEnd"/>
    </w:p>
    <w:p w:rsidR="00A5189E" w:rsidRDefault="00A5189E" w:rsidP="00F50443">
      <w:r>
        <w:tab/>
      </w:r>
      <w:proofErr w:type="gramStart"/>
      <w:r>
        <w:t>;,</w:t>
      </w:r>
      <w:proofErr w:type="gramEnd"/>
      <w:r>
        <w:t>b #</w:t>
      </w:r>
      <w:proofErr w:type="spellStart"/>
      <w:r>
        <w:t>h#a</w:t>
      </w:r>
      <w:proofErr w:type="spellEnd"/>
      <w:r>
        <w:t>/c p.ds</w:t>
      </w:r>
    </w:p>
    <w:p w:rsidR="00A5189E" w:rsidRDefault="00A5189E" w:rsidP="00F50443">
      <w:r>
        <w:tab/>
      </w:r>
      <w:proofErr w:type="gramStart"/>
      <w:r>
        <w:t>;,</w:t>
      </w:r>
      <w:proofErr w:type="gramEnd"/>
      <w:r>
        <w:t>c #</w:t>
      </w:r>
      <w:proofErr w:type="spellStart"/>
      <w:r>
        <w:t>i#a</w:t>
      </w:r>
      <w:proofErr w:type="spellEnd"/>
      <w:r>
        <w:t>/f p.ds</w:t>
      </w:r>
    </w:p>
    <w:p w:rsidR="00F15B6C" w:rsidRDefault="00A5189E" w:rsidP="00F50443">
      <w:r>
        <w:tab/>
      </w:r>
      <w:proofErr w:type="gramStart"/>
      <w:r w:rsidRPr="00A5189E">
        <w:t>;,</w:t>
      </w:r>
      <w:proofErr w:type="gramEnd"/>
      <w:r w:rsidRPr="00A5189E">
        <w:t>d #</w:t>
      </w:r>
      <w:proofErr w:type="spellStart"/>
      <w:r w:rsidRPr="00A5189E">
        <w:t>cjj</w:t>
      </w:r>
      <w:proofErr w:type="spellEnd"/>
      <w:r w:rsidRPr="00A5189E">
        <w:t xml:space="preserve"> p.ds</w:t>
      </w:r>
    </w:p>
    <w:p w:rsidR="00F15B6C" w:rsidRDefault="00F15B6C" w:rsidP="00F50443"/>
    <w:p w:rsidR="00F15B6C" w:rsidRDefault="00F15B6C" w:rsidP="00F50443"/>
    <w:p w:rsidR="00F15B6C" w:rsidRDefault="00F15B6C" w:rsidP="00F50443"/>
    <w:p w:rsidR="00F15B6C" w:rsidRDefault="00A5189E" w:rsidP="00F50443">
      <w:r>
        <w:t xml:space="preserve">                                      #h</w:t>
      </w:r>
    </w:p>
    <w:p w:rsidR="005171BF" w:rsidRDefault="005171BF" w:rsidP="005171BF">
      <w:r w:rsidRPr="005171BF">
        <w:lastRenderedPageBreak/>
        <w:t>#</w:t>
      </w:r>
      <w:proofErr w:type="spellStart"/>
      <w:proofErr w:type="gramStart"/>
      <w:r w:rsidRPr="005171BF">
        <w:t>af</w:t>
      </w:r>
      <w:proofErr w:type="spellEnd"/>
      <w:r w:rsidRPr="005171BF">
        <w:t xml:space="preserve"> ,a</w:t>
      </w:r>
      <w:proofErr w:type="gramEnd"/>
      <w:r w:rsidRPr="005171BF">
        <w:t xml:space="preserve"> </w:t>
      </w:r>
      <w:proofErr w:type="spellStart"/>
      <w:r w:rsidRPr="005171BF">
        <w:t>busi;s</w:t>
      </w:r>
      <w:proofErr w:type="spellEnd"/>
      <w:r w:rsidRPr="005171BF">
        <w:t xml:space="preserve"> has #</w:t>
      </w:r>
      <w:proofErr w:type="spellStart"/>
      <w:r w:rsidRPr="005171BF">
        <w:t>chd</w:t>
      </w:r>
      <w:proofErr w:type="spellEnd"/>
      <w:r w:rsidRPr="005171BF">
        <w:t xml:space="preserve"> cases ( </w:t>
      </w:r>
      <w:r>
        <w:t xml:space="preserve">      </w:t>
      </w:r>
      <w:proofErr w:type="spellStart"/>
      <w:r>
        <w:t>a#i</w:t>
      </w:r>
      <w:proofErr w:type="spellEnd"/>
    </w:p>
    <w:p w:rsidR="005171BF" w:rsidRDefault="005171BF" w:rsidP="005171BF">
      <w:r>
        <w:tab/>
      </w:r>
      <w:r w:rsidRPr="005171BF">
        <w:t>wat]</w:t>
      </w:r>
      <w:proofErr w:type="gramStart"/>
      <w:r w:rsidRPr="005171BF">
        <w:t>4 ,</w:t>
      </w:r>
      <w:proofErr w:type="gramEnd"/>
      <w:r w:rsidRPr="005171BF">
        <w:t>"! &gt;e #</w:t>
      </w:r>
      <w:proofErr w:type="spellStart"/>
      <w:r w:rsidRPr="005171BF">
        <w:t>db</w:t>
      </w:r>
      <w:proofErr w:type="spellEnd"/>
      <w:r w:rsidRPr="005171BF">
        <w:t xml:space="preserve"> bottles </w:t>
      </w:r>
      <w:proofErr w:type="gramStart"/>
      <w:r w:rsidRPr="005171BF">
        <w:t>( wat</w:t>
      </w:r>
      <w:proofErr w:type="gramEnd"/>
      <w:r w:rsidRPr="005171BF">
        <w:t xml:space="preserve">] 9 </w:t>
      </w:r>
      <w:proofErr w:type="spellStart"/>
      <w:r w:rsidRPr="005171BF">
        <w:t>ea</w:t>
      </w:r>
      <w:proofErr w:type="spellEnd"/>
      <w:r w:rsidRPr="005171BF">
        <w:t xml:space="preserve">* </w:t>
      </w:r>
      <w:r>
        <w:tab/>
      </w:r>
      <w:r w:rsidRPr="005171BF">
        <w:t xml:space="preserve">case4 ,h[ _m </w:t>
      </w:r>
      <w:r>
        <w:t xml:space="preserve">bottles ( wat] does ! </w:t>
      </w:r>
      <w:r>
        <w:tab/>
      </w:r>
      <w:proofErr w:type="spellStart"/>
      <w:proofErr w:type="gramStart"/>
      <w:r>
        <w:t>busi;s</w:t>
      </w:r>
      <w:proofErr w:type="spellEnd"/>
      <w:proofErr w:type="gramEnd"/>
      <w:r>
        <w:t xml:space="preserve"> h8</w:t>
      </w:r>
    </w:p>
    <w:p w:rsidR="00F15B6C" w:rsidRPr="005171BF" w:rsidRDefault="005171BF" w:rsidP="005171BF">
      <w:r>
        <w:tab/>
      </w:r>
      <w:r>
        <w:tab/>
      </w:r>
      <w:proofErr w:type="gramStart"/>
      <w:r w:rsidRPr="005171BF">
        <w:t>,only</w:t>
      </w:r>
      <w:proofErr w:type="gramEnd"/>
      <w:r w:rsidRPr="005171BF">
        <w:t xml:space="preserve"> #j1 #a1 #b1 #c1 #d1 #e1 #f1 </w:t>
      </w:r>
      <w:r>
        <w:tab/>
      </w:r>
      <w:r w:rsidR="000B2C63">
        <w:t xml:space="preserve">#g1 #h1 #i1 41 &amp; </w:t>
      </w:r>
      <w:r w:rsidRPr="005171BF">
        <w:t xml:space="preserve">/ &gt;e all[$ 9 </w:t>
      </w:r>
      <w:proofErr w:type="spellStart"/>
      <w:r w:rsidRPr="005171BF">
        <w:t>yr</w:t>
      </w:r>
      <w:proofErr w:type="spellEnd"/>
      <w:r w:rsidRPr="005171BF">
        <w:t xml:space="preserve"> </w:t>
      </w:r>
      <w:r>
        <w:tab/>
      </w:r>
      <w:proofErr w:type="spellStart"/>
      <w:r w:rsidRPr="005171BF">
        <w:t>answ</w:t>
      </w:r>
      <w:proofErr w:type="spellEnd"/>
      <w:r w:rsidRPr="005171BF">
        <w:t>]4 ,</w:t>
      </w:r>
      <w:proofErr w:type="spellStart"/>
      <w:r w:rsidRPr="005171BF">
        <w:t>answ</w:t>
      </w:r>
      <w:proofErr w:type="spellEnd"/>
      <w:r w:rsidRPr="005171BF">
        <w:t xml:space="preserve">]s t &gt;e mix$ numb]s m/ 2 </w:t>
      </w:r>
      <w:r>
        <w:tab/>
      </w:r>
      <w:r w:rsidRPr="005171BF">
        <w:t xml:space="preserve">5t]$ z an </w:t>
      </w:r>
      <w:proofErr w:type="spellStart"/>
      <w:r w:rsidRPr="005171BF">
        <w:t>improp</w:t>
      </w:r>
      <w:proofErr w:type="spellEnd"/>
      <w:r w:rsidRPr="005171BF">
        <w:t xml:space="preserve">] </w:t>
      </w:r>
      <w:proofErr w:type="spellStart"/>
      <w:r w:rsidRPr="005171BF">
        <w:t>frac;n</w:t>
      </w:r>
      <w:proofErr w:type="spellEnd"/>
      <w:r w:rsidRPr="005171BF">
        <w:t xml:space="preserve"> or decimal4</w:t>
      </w:r>
    </w:p>
    <w:p w:rsidR="00A06E84" w:rsidRDefault="00A06E84" w:rsidP="00A06E84">
      <w:pPr>
        <w:tabs>
          <w:tab w:val="left" w:pos="13290"/>
        </w:tabs>
      </w:pPr>
      <w:r>
        <w:t xml:space="preserve">      </w:t>
      </w:r>
      <w:proofErr w:type="gramStart"/>
      <w:r w:rsidRPr="006D2331">
        <w:t>@.&lt;</w:t>
      </w:r>
      <w:proofErr w:type="gramEnd"/>
      <w:r w:rsidRPr="006D2331">
        <w:t>,texture 9dicates %ad$ &gt;ea4@.&gt;</w:t>
      </w:r>
    </w:p>
    <w:p w:rsidR="005171BF" w:rsidRDefault="005171BF" w:rsidP="00F50443"/>
    <w:p w:rsidR="005171BF" w:rsidRDefault="00876598" w:rsidP="00F50443">
      <w:r>
        <w:rPr>
          <w:noProof/>
        </w:rPr>
        <w:object w:dxaOrig="1440" w:dyaOrig="1440">
          <v:shape id="_x0000_s1103" type="#_x0000_t75" style="position:absolute;margin-left:84.2pt;margin-top:3.6pt;width:489.4pt;height:83.75pt;z-index:-251608064;mso-position-horizontal-relative:text;mso-position-vertical-relative:text">
            <v:imagedata r:id="rId9" o:title=""/>
          </v:shape>
          <o:OLEObject Type="Embed" ProgID="CorelDraw.Graphic.16" ShapeID="_x0000_s1103" DrawAspect="Content" ObjectID="_1680930620" r:id="rId21"/>
        </w:object>
      </w:r>
    </w:p>
    <w:p w:rsidR="005171BF" w:rsidRDefault="005171BF" w:rsidP="00F50443"/>
    <w:p w:rsidR="005171BF" w:rsidRDefault="005171BF" w:rsidP="00F50443"/>
    <w:p w:rsidR="005171BF" w:rsidRDefault="005171BF" w:rsidP="00F50443"/>
    <w:p w:rsidR="005171BF" w:rsidRDefault="005171BF" w:rsidP="00F50443"/>
    <w:p w:rsidR="005171BF" w:rsidRDefault="005171BF" w:rsidP="00F50443"/>
    <w:p w:rsidR="005171BF" w:rsidRDefault="005171BF" w:rsidP="00F50443"/>
    <w:p w:rsidR="005171BF" w:rsidRDefault="005171BF" w:rsidP="00F50443"/>
    <w:p w:rsidR="005171BF" w:rsidRDefault="005171BF" w:rsidP="00F50443"/>
    <w:p w:rsidR="005171BF" w:rsidRDefault="005171BF" w:rsidP="00F50443"/>
    <w:p w:rsidR="005171BF" w:rsidRDefault="005171BF" w:rsidP="00F50443"/>
    <w:p w:rsidR="005171BF" w:rsidRDefault="005171BF" w:rsidP="00F50443"/>
    <w:p w:rsidR="005171BF" w:rsidRDefault="005171BF" w:rsidP="00F50443"/>
    <w:p w:rsidR="005171BF" w:rsidRDefault="005171BF" w:rsidP="00F50443"/>
    <w:p w:rsidR="005171BF" w:rsidRDefault="00A06E84" w:rsidP="00F50443">
      <w:r>
        <w:t xml:space="preserve">                                     #ab</w:t>
      </w:r>
    </w:p>
    <w:p w:rsidR="000B2C63" w:rsidRDefault="000B2C63">
      <w:r w:rsidRPr="000B2C63">
        <w:lastRenderedPageBreak/>
        <w:t>#</w:t>
      </w:r>
      <w:proofErr w:type="gramStart"/>
      <w:r w:rsidRPr="000B2C63">
        <w:t>ag ,a</w:t>
      </w:r>
      <w:proofErr w:type="gramEnd"/>
      <w:r w:rsidRPr="000B2C63">
        <w:t xml:space="preserve"> rope t is #f met]s </w:t>
      </w:r>
      <w:proofErr w:type="spellStart"/>
      <w:r w:rsidRPr="000B2C63">
        <w:t>l;g</w:t>
      </w:r>
      <w:proofErr w:type="spellEnd"/>
      <w:r w:rsidRPr="000B2C63">
        <w:t xml:space="preserve"> w 2 </w:t>
      </w:r>
      <w:r>
        <w:t xml:space="preserve">   </w:t>
      </w:r>
      <w:proofErr w:type="spellStart"/>
      <w:r>
        <w:t>b#i</w:t>
      </w:r>
      <w:proofErr w:type="spellEnd"/>
    </w:p>
    <w:p w:rsidR="00841358" w:rsidRDefault="000B2C63">
      <w:r>
        <w:tab/>
      </w:r>
      <w:r w:rsidRPr="000B2C63">
        <w:t>cut 9to #</w:t>
      </w:r>
      <w:proofErr w:type="spellStart"/>
      <w:r w:rsidRPr="000B2C63">
        <w:t>bd</w:t>
      </w:r>
      <w:proofErr w:type="spellEnd"/>
      <w:r w:rsidRPr="000B2C63">
        <w:t xml:space="preserve"> pieces t &gt;e all </w:t>
      </w:r>
      <w:proofErr w:type="gramStart"/>
      <w:r w:rsidRPr="000B2C63">
        <w:t>( !</w:t>
      </w:r>
      <w:proofErr w:type="gramEnd"/>
      <w:r w:rsidRPr="000B2C63">
        <w:t xml:space="preserve"> same </w:t>
      </w:r>
      <w:r>
        <w:tab/>
      </w:r>
      <w:r w:rsidRPr="000B2C63">
        <w:t xml:space="preserve">l5g?4 ,:at w 2 ! l5g? </w:t>
      </w:r>
      <w:proofErr w:type="gramStart"/>
      <w:r w:rsidRPr="000B2C63">
        <w:t xml:space="preserve">( </w:t>
      </w:r>
      <w:proofErr w:type="spellStart"/>
      <w:r w:rsidRPr="000B2C63">
        <w:t>ea</w:t>
      </w:r>
      <w:proofErr w:type="spellEnd"/>
      <w:proofErr w:type="gramEnd"/>
      <w:r w:rsidRPr="000B2C63">
        <w:t xml:space="preserve">* piece1 9 </w:t>
      </w:r>
      <w:r>
        <w:tab/>
      </w:r>
      <w:r w:rsidRPr="000B2C63">
        <w:t>c5timet]s8</w:t>
      </w:r>
    </w:p>
    <w:p w:rsidR="00841358" w:rsidRDefault="00841358">
      <w:r>
        <w:tab/>
      </w:r>
      <w:r>
        <w:tab/>
      </w:r>
      <w:r w:rsidRPr="00841358">
        <w:t>"</w:t>
      </w:r>
      <w:proofErr w:type="gramStart"/>
      <w:r w:rsidRPr="00841358">
        <w:t>&lt;,note</w:t>
      </w:r>
      <w:proofErr w:type="gramEnd"/>
      <w:r w:rsidRPr="00841358">
        <w:t>3 #</w:t>
      </w:r>
      <w:proofErr w:type="spellStart"/>
      <w:r w:rsidRPr="00841358">
        <w:t>ajj</w:t>
      </w:r>
      <w:proofErr w:type="spellEnd"/>
      <w:r w:rsidRPr="00841358">
        <w:t xml:space="preserve"> c5timet]s "7 #a met]"&gt;</w:t>
      </w:r>
    </w:p>
    <w:p w:rsidR="006F0C19" w:rsidRDefault="00841358">
      <w:r>
        <w:tab/>
      </w:r>
      <w:r>
        <w:tab/>
      </w:r>
      <w:proofErr w:type="gramStart"/>
      <w:r w:rsidRPr="00841358">
        <w:t>,only</w:t>
      </w:r>
      <w:proofErr w:type="gramEnd"/>
      <w:r w:rsidRPr="00841358">
        <w:t xml:space="preserve"> #j1 #a1 #b1 #c1 #d1 #e1 #f1 </w:t>
      </w:r>
      <w:r>
        <w:tab/>
        <w:t xml:space="preserve">#g1 #h1 #i1 41 &amp; </w:t>
      </w:r>
      <w:r w:rsidRPr="00841358">
        <w:t xml:space="preserve">/ &gt;e all[$ 9 </w:t>
      </w:r>
      <w:proofErr w:type="spellStart"/>
      <w:r w:rsidRPr="00841358">
        <w:t>yr</w:t>
      </w:r>
      <w:proofErr w:type="spellEnd"/>
      <w:r w:rsidRPr="00841358">
        <w:t xml:space="preserve"> </w:t>
      </w:r>
      <w:r>
        <w:tab/>
      </w:r>
      <w:proofErr w:type="spellStart"/>
      <w:r w:rsidRPr="00841358">
        <w:t>answ</w:t>
      </w:r>
      <w:proofErr w:type="spellEnd"/>
      <w:r w:rsidRPr="00841358">
        <w:t>]4 ,</w:t>
      </w:r>
      <w:proofErr w:type="spellStart"/>
      <w:r w:rsidRPr="00841358">
        <w:t>answ</w:t>
      </w:r>
      <w:proofErr w:type="spellEnd"/>
      <w:r w:rsidRPr="00841358">
        <w:t xml:space="preserve">]s t &gt;e mix$ numb]s m/ 2 </w:t>
      </w:r>
      <w:r>
        <w:tab/>
      </w:r>
      <w:r w:rsidRPr="00841358">
        <w:t xml:space="preserve">5t]$ z an </w:t>
      </w:r>
      <w:proofErr w:type="spellStart"/>
      <w:r w:rsidRPr="00841358">
        <w:t>improp</w:t>
      </w:r>
      <w:proofErr w:type="spellEnd"/>
      <w:r w:rsidRPr="00841358">
        <w:t xml:space="preserve">] </w:t>
      </w:r>
      <w:proofErr w:type="spellStart"/>
      <w:r w:rsidRPr="00841358">
        <w:t>frac;n</w:t>
      </w:r>
      <w:proofErr w:type="spellEnd"/>
      <w:r w:rsidRPr="00841358">
        <w:t xml:space="preserve"> or decimal4</w:t>
      </w:r>
    </w:p>
    <w:p w:rsidR="006F0C19" w:rsidRDefault="006F0C19" w:rsidP="006F0C19">
      <w:pPr>
        <w:tabs>
          <w:tab w:val="left" w:pos="13290"/>
        </w:tabs>
      </w:pPr>
      <w:r>
        <w:t xml:space="preserve">      </w:t>
      </w:r>
      <w:proofErr w:type="gramStart"/>
      <w:r w:rsidRPr="006D2331">
        <w:t>@.&lt;</w:t>
      </w:r>
      <w:proofErr w:type="gramEnd"/>
      <w:r w:rsidRPr="006D2331">
        <w:t>,texture 9dicates %ad$ &gt;ea4@.&gt;</w:t>
      </w:r>
    </w:p>
    <w:p w:rsidR="006F0C19" w:rsidRDefault="00876598">
      <w:r>
        <w:rPr>
          <w:noProof/>
        </w:rPr>
        <w:object w:dxaOrig="1440" w:dyaOrig="1440">
          <v:shape id="_x0000_s1104" type="#_x0000_t75" style="position:absolute;margin-left:94.1pt;margin-top:28.2pt;width:489.4pt;height:83.75pt;z-index:-251607040;mso-position-horizontal-relative:text;mso-position-vertical-relative:text">
            <v:imagedata r:id="rId9" o:title=""/>
          </v:shape>
          <o:OLEObject Type="Embed" ProgID="CorelDraw.Graphic.16" ShapeID="_x0000_s1104" DrawAspect="Content" ObjectID="_1680930621" r:id="rId22"/>
        </w:object>
      </w:r>
    </w:p>
    <w:p w:rsidR="006F0C19" w:rsidRDefault="006F0C19"/>
    <w:p w:rsidR="006F0C19" w:rsidRDefault="006F0C19"/>
    <w:p w:rsidR="006F0C19" w:rsidRDefault="006F0C19"/>
    <w:p w:rsidR="006F0C19" w:rsidRDefault="006F0C19"/>
    <w:p w:rsidR="006F0C19" w:rsidRDefault="006F0C19"/>
    <w:p w:rsidR="006F0C19" w:rsidRDefault="006F0C19"/>
    <w:p w:rsidR="006F0C19" w:rsidRDefault="006F0C19"/>
    <w:p w:rsidR="006F0C19" w:rsidRDefault="006F0C19"/>
    <w:p w:rsidR="006F0C19" w:rsidRDefault="006F0C19"/>
    <w:p w:rsidR="006F0C19" w:rsidRDefault="006F0C19"/>
    <w:p w:rsidR="006F0C19" w:rsidRDefault="006F0C19"/>
    <w:p w:rsidR="006F0C19" w:rsidRDefault="006F0C19"/>
    <w:p w:rsidR="006F0C19" w:rsidRDefault="006F0C19"/>
    <w:p w:rsidR="000B2C63" w:rsidRDefault="006F0C19">
      <w:r>
        <w:t xml:space="preserve">                                     #ac</w:t>
      </w:r>
      <w:r w:rsidR="000B2C63" w:rsidRPr="00841358">
        <w:br w:type="page"/>
      </w:r>
    </w:p>
    <w:p w:rsidR="008B18F2" w:rsidRDefault="008B18F2">
      <w:r w:rsidRPr="008B18F2">
        <w:lastRenderedPageBreak/>
        <w:t>#</w:t>
      </w:r>
      <w:proofErr w:type="gramStart"/>
      <w:r w:rsidRPr="008B18F2">
        <w:t>ah ,</w:t>
      </w:r>
      <w:proofErr w:type="spellStart"/>
      <w:r w:rsidRPr="008B18F2">
        <w:t>wayne</w:t>
      </w:r>
      <w:proofErr w:type="spellEnd"/>
      <w:proofErr w:type="gramEnd"/>
      <w:r w:rsidRPr="008B18F2">
        <w:t xml:space="preserve"> ex]cis$ = #e/f ( an h\r</w:t>
      </w:r>
      <w:r>
        <w:t xml:space="preserve">   #</w:t>
      </w:r>
      <w:proofErr w:type="spellStart"/>
      <w:r>
        <w:t>aj</w:t>
      </w:r>
      <w:proofErr w:type="spellEnd"/>
    </w:p>
    <w:p w:rsidR="008B18F2" w:rsidRDefault="008B18F2">
      <w:r>
        <w:tab/>
      </w:r>
      <w:proofErr w:type="gramStart"/>
      <w:r w:rsidRPr="008B18F2">
        <w:t>9 !</w:t>
      </w:r>
      <w:proofErr w:type="gramEnd"/>
      <w:r w:rsidRPr="008B18F2">
        <w:t xml:space="preserve"> morn+ &amp; #a/c ( an h\r 9 ! ev5+4 </w:t>
      </w:r>
      <w:r>
        <w:tab/>
      </w:r>
      <w:r w:rsidRPr="008B18F2">
        <w:t>,h[ m* m ( an h\r did ,</w:t>
      </w:r>
      <w:proofErr w:type="spellStart"/>
      <w:r w:rsidRPr="008B18F2">
        <w:t>wayne</w:t>
      </w:r>
      <w:proofErr w:type="spellEnd"/>
      <w:r w:rsidRPr="008B18F2">
        <w:t xml:space="preserve"> sp5d </w:t>
      </w:r>
      <w:r>
        <w:tab/>
      </w:r>
      <w:r w:rsidRPr="008B18F2">
        <w:t>ex]cis+ 9 ! morn+ ?an 9 ! ev5+8</w:t>
      </w:r>
    </w:p>
    <w:p w:rsidR="008B18F2" w:rsidRDefault="008B18F2">
      <w:r>
        <w:tab/>
      </w:r>
      <w:r>
        <w:tab/>
      </w:r>
      <w:proofErr w:type="gramStart"/>
      <w:r w:rsidRPr="008B18F2">
        <w:t>,only</w:t>
      </w:r>
      <w:proofErr w:type="gramEnd"/>
      <w:r w:rsidRPr="008B18F2">
        <w:t xml:space="preserve"> #j1 #a1 #b1 #c1 #d1 #e1 #f1 </w:t>
      </w:r>
      <w:r>
        <w:tab/>
      </w:r>
      <w:r w:rsidRPr="008B18F2">
        <w:t xml:space="preserve">#g1 #h1 #i1 41 &amp; / &gt;e all[$ 9 </w:t>
      </w:r>
      <w:proofErr w:type="spellStart"/>
      <w:r w:rsidRPr="008B18F2">
        <w:t>yr</w:t>
      </w:r>
      <w:proofErr w:type="spellEnd"/>
      <w:r w:rsidRPr="008B18F2">
        <w:t xml:space="preserve"> </w:t>
      </w:r>
      <w:r>
        <w:tab/>
      </w:r>
      <w:proofErr w:type="spellStart"/>
      <w:r w:rsidRPr="008B18F2">
        <w:t>answ</w:t>
      </w:r>
      <w:proofErr w:type="spellEnd"/>
      <w:r w:rsidRPr="008B18F2">
        <w:t>]4 ,</w:t>
      </w:r>
      <w:proofErr w:type="spellStart"/>
      <w:r w:rsidRPr="008B18F2">
        <w:t>answ</w:t>
      </w:r>
      <w:proofErr w:type="spellEnd"/>
      <w:r w:rsidRPr="008B18F2">
        <w:t xml:space="preserve">]s t &gt;e mix$ numb]s m/ 2 </w:t>
      </w:r>
      <w:r>
        <w:tab/>
      </w:r>
      <w:r w:rsidRPr="008B18F2">
        <w:t xml:space="preserve">5t]$ z an </w:t>
      </w:r>
      <w:proofErr w:type="spellStart"/>
      <w:r w:rsidRPr="008B18F2">
        <w:t>improp</w:t>
      </w:r>
      <w:proofErr w:type="spellEnd"/>
      <w:r w:rsidRPr="008B18F2">
        <w:t xml:space="preserve">] </w:t>
      </w:r>
      <w:proofErr w:type="spellStart"/>
      <w:r w:rsidRPr="008B18F2">
        <w:t>frac;n</w:t>
      </w:r>
      <w:proofErr w:type="spellEnd"/>
      <w:r w:rsidRPr="008B18F2">
        <w:t xml:space="preserve"> or decimal4</w:t>
      </w:r>
    </w:p>
    <w:p w:rsidR="008B18F2" w:rsidRDefault="008B18F2">
      <w:r>
        <w:tab/>
      </w:r>
      <w:r>
        <w:tab/>
      </w:r>
      <w:r>
        <w:tab/>
      </w:r>
      <w:proofErr w:type="gramStart"/>
      <w:r w:rsidRPr="006D2331">
        <w:t>@.&lt;</w:t>
      </w:r>
      <w:proofErr w:type="gramEnd"/>
      <w:r w:rsidRPr="006D2331">
        <w:t>,texture 9dicates %ad$ &gt;ea4@.&gt;</w:t>
      </w:r>
    </w:p>
    <w:p w:rsidR="008B18F2" w:rsidRDefault="00876598">
      <w:r>
        <w:rPr>
          <w:noProof/>
        </w:rPr>
        <w:object w:dxaOrig="1440" w:dyaOrig="1440">
          <v:shape id="_x0000_s1105" type="#_x0000_t75" style="position:absolute;margin-left:93.6pt;margin-top:26.1pt;width:489.4pt;height:83.75pt;z-index:-251606016;mso-position-horizontal-relative:text;mso-position-vertical-relative:text">
            <v:imagedata r:id="rId9" o:title=""/>
          </v:shape>
          <o:OLEObject Type="Embed" ProgID="CorelDraw.Graphic.16" ShapeID="_x0000_s1105" DrawAspect="Content" ObjectID="_1680930622" r:id="rId23"/>
        </w:object>
      </w:r>
    </w:p>
    <w:p w:rsidR="008B18F2" w:rsidRDefault="008B18F2"/>
    <w:p w:rsidR="008B18F2" w:rsidRDefault="008B18F2"/>
    <w:p w:rsidR="008B18F2" w:rsidRDefault="008B18F2"/>
    <w:p w:rsidR="008B18F2" w:rsidRDefault="008B18F2"/>
    <w:p w:rsidR="008B18F2" w:rsidRDefault="008B18F2"/>
    <w:p w:rsidR="008B18F2" w:rsidRDefault="008B18F2"/>
    <w:p w:rsidR="008B18F2" w:rsidRDefault="008B18F2"/>
    <w:p w:rsidR="008B18F2" w:rsidRDefault="008B18F2"/>
    <w:p w:rsidR="008B18F2" w:rsidRDefault="008B18F2"/>
    <w:p w:rsidR="008B18F2" w:rsidRDefault="008B18F2"/>
    <w:p w:rsidR="008B18F2" w:rsidRDefault="008B18F2"/>
    <w:p w:rsidR="008B18F2" w:rsidRDefault="008B18F2"/>
    <w:p w:rsidR="008B18F2" w:rsidRDefault="008B18F2"/>
    <w:p w:rsidR="008B18F2" w:rsidRDefault="008B18F2"/>
    <w:p w:rsidR="008B18F2" w:rsidRDefault="008B18F2">
      <w:r>
        <w:t xml:space="preserve">                                     #ad</w:t>
      </w:r>
    </w:p>
    <w:p w:rsidR="006F4145" w:rsidRDefault="006F4145">
      <w:r w:rsidRPr="006F4145">
        <w:lastRenderedPageBreak/>
        <w:t>#</w:t>
      </w:r>
      <w:proofErr w:type="gramStart"/>
      <w:r w:rsidRPr="006F4145">
        <w:t>ai ,:at</w:t>
      </w:r>
      <w:proofErr w:type="gramEnd"/>
      <w:r w:rsidRPr="006F4145">
        <w:t xml:space="preserve"> is ! &gt;</w:t>
      </w:r>
      <w:proofErr w:type="spellStart"/>
      <w:r w:rsidRPr="006F4145">
        <w:t>ea</w:t>
      </w:r>
      <w:proofErr w:type="spellEnd"/>
      <w:r w:rsidRPr="006F4145">
        <w:t xml:space="preserve"> </w:t>
      </w:r>
      <w:proofErr w:type="gramStart"/>
      <w:r w:rsidRPr="006F4145">
        <w:t>( !</w:t>
      </w:r>
      <w:proofErr w:type="gramEnd"/>
      <w:r w:rsidRPr="006F4145">
        <w:t xml:space="preserve"> </w:t>
      </w:r>
      <w:proofErr w:type="spellStart"/>
      <w:r w:rsidRPr="006F4145">
        <w:t>squ</w:t>
      </w:r>
      <w:proofErr w:type="spellEnd"/>
      <w:r w:rsidRPr="006F4145">
        <w:t>&gt;e1 9</w:t>
      </w:r>
      <w:r>
        <w:t xml:space="preserve">      </w:t>
      </w:r>
      <w:proofErr w:type="spellStart"/>
      <w:r>
        <w:t>a#aj</w:t>
      </w:r>
      <w:proofErr w:type="spellEnd"/>
    </w:p>
    <w:p w:rsidR="006F4145" w:rsidRDefault="006F4145">
      <w:r w:rsidRPr="006F4145">
        <w:t xml:space="preserve"> </w:t>
      </w:r>
      <w:r>
        <w:tab/>
      </w:r>
      <w:proofErr w:type="spellStart"/>
      <w:r w:rsidRPr="006F4145">
        <w:t>squ</w:t>
      </w:r>
      <w:proofErr w:type="spellEnd"/>
      <w:r w:rsidRPr="006F4145">
        <w:t>&gt;e units8</w:t>
      </w:r>
    </w:p>
    <w:p w:rsidR="008B18F2" w:rsidRDefault="00876598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106" type="#_x0000_t75" style="position:absolute;margin-left:68.4pt;margin-top:28.8pt;width:367.25pt;height:134.5pt;z-index:-251603968;mso-position-horizontal-relative:text;mso-position-vertical-relative:text">
            <v:imagedata r:id="rId24" o:title=""/>
          </v:shape>
          <o:OLEObject Type="Embed" ProgID="CorelDraw.Graphic.18" ShapeID="_x0000_s1106" DrawAspect="Content" ObjectID="_1680930623" r:id="rId25"/>
        </w:object>
      </w:r>
    </w:p>
    <w:p w:rsidR="008B18F2" w:rsidRDefault="008B18F2"/>
    <w:p w:rsidR="006F4145" w:rsidRDefault="006F4145"/>
    <w:p w:rsidR="006F4145" w:rsidRDefault="006F4145"/>
    <w:p w:rsidR="006F4145" w:rsidRDefault="006F4145"/>
    <w:p w:rsidR="006F4145" w:rsidRDefault="006F4145"/>
    <w:p w:rsidR="006F4145" w:rsidRDefault="006F4145"/>
    <w:p w:rsidR="006F4145" w:rsidRDefault="006F4145" w:rsidP="006F4145">
      <w:r>
        <w:tab/>
      </w:r>
      <w:r>
        <w:tab/>
      </w:r>
      <w:proofErr w:type="gramStart"/>
      <w:r w:rsidRPr="008B18F2">
        <w:t>,only</w:t>
      </w:r>
      <w:proofErr w:type="gramEnd"/>
      <w:r w:rsidRPr="008B18F2">
        <w:t xml:space="preserve"> #j1 #a1 #b1 #c1 #d1 #e1 #f1 </w:t>
      </w:r>
      <w:r>
        <w:tab/>
      </w:r>
      <w:r w:rsidRPr="008B18F2">
        <w:t xml:space="preserve">#g1 #h1 #i1 41 &amp; / &gt;e all[$ 9 </w:t>
      </w:r>
      <w:proofErr w:type="spellStart"/>
      <w:r w:rsidRPr="008B18F2">
        <w:t>yr</w:t>
      </w:r>
      <w:proofErr w:type="spellEnd"/>
      <w:r w:rsidRPr="008B18F2">
        <w:t xml:space="preserve"> </w:t>
      </w:r>
      <w:r>
        <w:tab/>
      </w:r>
      <w:proofErr w:type="spellStart"/>
      <w:r w:rsidRPr="008B18F2">
        <w:t>answ</w:t>
      </w:r>
      <w:proofErr w:type="spellEnd"/>
      <w:r w:rsidRPr="008B18F2">
        <w:t>]4 ,</w:t>
      </w:r>
      <w:proofErr w:type="spellStart"/>
      <w:r w:rsidRPr="008B18F2">
        <w:t>answ</w:t>
      </w:r>
      <w:proofErr w:type="spellEnd"/>
      <w:r w:rsidRPr="008B18F2">
        <w:t xml:space="preserve">]s t &gt;e mix$ numb]s m/ 2 </w:t>
      </w:r>
      <w:r>
        <w:tab/>
      </w:r>
      <w:r w:rsidRPr="008B18F2">
        <w:t xml:space="preserve">5t]$ z an </w:t>
      </w:r>
      <w:proofErr w:type="spellStart"/>
      <w:r w:rsidRPr="008B18F2">
        <w:t>improp</w:t>
      </w:r>
      <w:proofErr w:type="spellEnd"/>
      <w:r w:rsidRPr="008B18F2">
        <w:t xml:space="preserve">] </w:t>
      </w:r>
      <w:proofErr w:type="spellStart"/>
      <w:r w:rsidRPr="008B18F2">
        <w:t>frac;n</w:t>
      </w:r>
      <w:proofErr w:type="spellEnd"/>
      <w:r w:rsidRPr="008B18F2">
        <w:t xml:space="preserve"> or decimal4</w:t>
      </w:r>
    </w:p>
    <w:p w:rsidR="006F4145" w:rsidRDefault="006F4145" w:rsidP="006F4145">
      <w:r>
        <w:tab/>
      </w:r>
      <w:r>
        <w:tab/>
      </w:r>
      <w:r>
        <w:tab/>
      </w:r>
      <w:proofErr w:type="gramStart"/>
      <w:r w:rsidRPr="006D2331">
        <w:t>@.&lt;</w:t>
      </w:r>
      <w:proofErr w:type="gramEnd"/>
      <w:r w:rsidRPr="006D2331">
        <w:t>,texture 9dicates %ad$ &gt;ea4@.&gt;</w:t>
      </w:r>
    </w:p>
    <w:p w:rsidR="006F4145" w:rsidRDefault="00876598">
      <w:r>
        <w:rPr>
          <w:noProof/>
        </w:rPr>
        <w:object w:dxaOrig="1440" w:dyaOrig="1440">
          <v:shape id="_x0000_s1107" type="#_x0000_t75" style="position:absolute;margin-left:111.6pt;margin-top:29.8pt;width:489.4pt;height:83.75pt;z-index:-251602944;mso-position-horizontal-relative:text;mso-position-vertical-relative:text">
            <v:imagedata r:id="rId9" o:title=""/>
          </v:shape>
          <o:OLEObject Type="Embed" ProgID="CorelDraw.Graphic.16" ShapeID="_x0000_s1107" DrawAspect="Content" ObjectID="_1680930624" r:id="rId26"/>
        </w:object>
      </w:r>
    </w:p>
    <w:p w:rsidR="006F4145" w:rsidRDefault="006F4145"/>
    <w:p w:rsidR="006F4145" w:rsidRDefault="006F4145"/>
    <w:p w:rsidR="006F4145" w:rsidRDefault="006F4145"/>
    <w:p w:rsidR="006F4145" w:rsidRDefault="006F4145"/>
    <w:p w:rsidR="006F4145" w:rsidRDefault="006F4145"/>
    <w:p w:rsidR="006F4145" w:rsidRDefault="006F4145"/>
    <w:p w:rsidR="006F4145" w:rsidRDefault="006F4145"/>
    <w:p w:rsidR="006F4145" w:rsidRDefault="006F4145"/>
    <w:p w:rsidR="006F4145" w:rsidRDefault="006F4145"/>
    <w:p w:rsidR="006F4145" w:rsidRDefault="006F4145">
      <w:r>
        <w:t xml:space="preserve">                                     #ae</w:t>
      </w:r>
    </w:p>
    <w:p w:rsidR="00863434" w:rsidRDefault="00863434">
      <w:r w:rsidRPr="00863434">
        <w:lastRenderedPageBreak/>
        <w:t>#</w:t>
      </w:r>
      <w:proofErr w:type="spellStart"/>
      <w:proofErr w:type="gramStart"/>
      <w:r w:rsidRPr="00863434">
        <w:t>bj</w:t>
      </w:r>
      <w:proofErr w:type="spellEnd"/>
      <w:r w:rsidRPr="00863434">
        <w:t xml:space="preserve"> ,a</w:t>
      </w:r>
      <w:proofErr w:type="gramEnd"/>
      <w:r w:rsidRPr="00863434">
        <w:t xml:space="preserve"> factory </w:t>
      </w:r>
      <w:proofErr w:type="spellStart"/>
      <w:r w:rsidRPr="00863434">
        <w:t>deliv</w:t>
      </w:r>
      <w:proofErr w:type="spellEnd"/>
      <w:r w:rsidRPr="00863434">
        <w:t>]$ #</w:t>
      </w:r>
      <w:proofErr w:type="spellStart"/>
      <w:r w:rsidRPr="00863434">
        <w:t>bhd</w:t>
      </w:r>
      <w:proofErr w:type="spellEnd"/>
      <w:r w:rsidRPr="00863434">
        <w:t xml:space="preserve"> boxes </w:t>
      </w:r>
      <w:r>
        <w:t xml:space="preserve">   #aa</w:t>
      </w:r>
    </w:p>
    <w:p w:rsidR="00863434" w:rsidRDefault="00863434">
      <w:r>
        <w:t xml:space="preserve">  </w:t>
      </w:r>
      <w:proofErr w:type="gramStart"/>
      <w:r w:rsidRPr="00863434">
        <w:t>( books</w:t>
      </w:r>
      <w:proofErr w:type="gramEnd"/>
      <w:r w:rsidRPr="00863434">
        <w:t xml:space="preserve"> to /ores4 ,"! &gt;e #</w:t>
      </w:r>
      <w:proofErr w:type="spellStart"/>
      <w:r w:rsidRPr="00863434">
        <w:t>bj</w:t>
      </w:r>
      <w:proofErr w:type="spellEnd"/>
      <w:r w:rsidRPr="00863434">
        <w:t xml:space="preserve"> books 9 </w:t>
      </w:r>
      <w:r>
        <w:t xml:space="preserve">    </w:t>
      </w:r>
    </w:p>
    <w:p w:rsidR="00863434" w:rsidRDefault="00863434">
      <w:r>
        <w:tab/>
      </w:r>
      <w:proofErr w:type="spellStart"/>
      <w:r w:rsidRPr="00863434">
        <w:t>ea</w:t>
      </w:r>
      <w:proofErr w:type="spellEnd"/>
      <w:r w:rsidRPr="00863434">
        <w:t>* box</w:t>
      </w:r>
      <w:proofErr w:type="gramStart"/>
      <w:r w:rsidRPr="00863434">
        <w:t>4 ,h</w:t>
      </w:r>
      <w:proofErr w:type="gramEnd"/>
      <w:r w:rsidRPr="00863434">
        <w:t xml:space="preserve">[ _m books did ! factory </w:t>
      </w:r>
      <w:r>
        <w:tab/>
      </w:r>
      <w:proofErr w:type="spellStart"/>
      <w:r w:rsidRPr="00863434">
        <w:t>deliv</w:t>
      </w:r>
      <w:proofErr w:type="spellEnd"/>
      <w:r w:rsidRPr="00863434">
        <w:t>]8</w:t>
      </w:r>
    </w:p>
    <w:p w:rsidR="00863434" w:rsidRDefault="00863434">
      <w:r>
        <w:tab/>
      </w:r>
      <w:r>
        <w:tab/>
      </w:r>
      <w:proofErr w:type="gramStart"/>
      <w:r w:rsidRPr="00863434">
        <w:t>,only</w:t>
      </w:r>
      <w:proofErr w:type="gramEnd"/>
      <w:r w:rsidRPr="00863434">
        <w:t xml:space="preserve"> #j1 #a1 #b1 #c1 #d1 #e1 #f1 </w:t>
      </w:r>
      <w:r>
        <w:tab/>
      </w:r>
      <w:r w:rsidRPr="00863434">
        <w:t xml:space="preserve">#g1 #h1 #i1 41 &amp; / &gt;e all[$ 9 </w:t>
      </w:r>
      <w:proofErr w:type="spellStart"/>
      <w:r w:rsidRPr="00863434">
        <w:t>yr</w:t>
      </w:r>
      <w:proofErr w:type="spellEnd"/>
      <w:r w:rsidRPr="00863434">
        <w:t xml:space="preserve"> </w:t>
      </w:r>
      <w:r>
        <w:tab/>
      </w:r>
      <w:proofErr w:type="spellStart"/>
      <w:r w:rsidRPr="00863434">
        <w:t>answ</w:t>
      </w:r>
      <w:proofErr w:type="spellEnd"/>
      <w:r w:rsidRPr="00863434">
        <w:t>]4 ,</w:t>
      </w:r>
      <w:proofErr w:type="spellStart"/>
      <w:r w:rsidRPr="00863434">
        <w:t>answ</w:t>
      </w:r>
      <w:proofErr w:type="spellEnd"/>
      <w:r w:rsidRPr="00863434">
        <w:t xml:space="preserve">]s t &gt;e mix$ numb]s m/ 2 </w:t>
      </w:r>
      <w:r>
        <w:tab/>
      </w:r>
      <w:r w:rsidRPr="00863434">
        <w:t xml:space="preserve">5t]$ z an </w:t>
      </w:r>
      <w:proofErr w:type="spellStart"/>
      <w:r w:rsidRPr="00863434">
        <w:t>improp</w:t>
      </w:r>
      <w:proofErr w:type="spellEnd"/>
      <w:r w:rsidRPr="00863434">
        <w:t xml:space="preserve">] </w:t>
      </w:r>
      <w:proofErr w:type="spellStart"/>
      <w:r w:rsidRPr="00863434">
        <w:t>frac;n</w:t>
      </w:r>
      <w:proofErr w:type="spellEnd"/>
      <w:r w:rsidRPr="00863434">
        <w:t xml:space="preserve"> or decimal4</w:t>
      </w:r>
    </w:p>
    <w:p w:rsidR="00863434" w:rsidRDefault="00863434" w:rsidP="00863434">
      <w:r>
        <w:tab/>
      </w:r>
      <w:r>
        <w:tab/>
      </w:r>
      <w:r>
        <w:tab/>
      </w:r>
      <w:proofErr w:type="gramStart"/>
      <w:r w:rsidRPr="006D2331">
        <w:t>@.&lt;</w:t>
      </w:r>
      <w:proofErr w:type="gramEnd"/>
      <w:r w:rsidRPr="006D2331">
        <w:t>,texture 9dicates %ad$ &gt;ea4@.&gt;</w:t>
      </w:r>
    </w:p>
    <w:p w:rsidR="00863434" w:rsidRDefault="00876598">
      <w:r>
        <w:rPr>
          <w:noProof/>
        </w:rPr>
        <w:object w:dxaOrig="1440" w:dyaOrig="1440">
          <v:shape id="_x0000_s1108" type="#_x0000_t75" style="position:absolute;margin-left:107.4pt;margin-top:29.8pt;width:489.4pt;height:83.75pt;z-index:-251601920;mso-position-horizontal-relative:text;mso-position-vertical-relative:text">
            <v:imagedata r:id="rId9" o:title=""/>
          </v:shape>
          <o:OLEObject Type="Embed" ProgID="CorelDraw.Graphic.16" ShapeID="_x0000_s1108" DrawAspect="Content" ObjectID="_1680930625" r:id="rId27"/>
        </w:object>
      </w:r>
    </w:p>
    <w:p w:rsidR="00863434" w:rsidRDefault="00863434"/>
    <w:p w:rsidR="00863434" w:rsidRDefault="00863434"/>
    <w:p w:rsidR="00863434" w:rsidRDefault="00863434"/>
    <w:p w:rsidR="00863434" w:rsidRDefault="00863434"/>
    <w:p w:rsidR="00863434" w:rsidRDefault="00863434"/>
    <w:p w:rsidR="00863434" w:rsidRDefault="00863434"/>
    <w:p w:rsidR="00863434" w:rsidRDefault="00863434"/>
    <w:p w:rsidR="00863434" w:rsidRDefault="00863434"/>
    <w:p w:rsidR="00863434" w:rsidRDefault="00863434"/>
    <w:p w:rsidR="00863434" w:rsidRDefault="00863434"/>
    <w:p w:rsidR="00863434" w:rsidRDefault="00863434"/>
    <w:p w:rsidR="00863434" w:rsidRDefault="00863434"/>
    <w:p w:rsidR="00863434" w:rsidRDefault="00863434"/>
    <w:p w:rsidR="00863434" w:rsidRDefault="00863434"/>
    <w:p w:rsidR="00863434" w:rsidRDefault="00863434">
      <w:r>
        <w:t xml:space="preserve">                                     #</w:t>
      </w:r>
      <w:proofErr w:type="spellStart"/>
      <w:r>
        <w:t>af</w:t>
      </w:r>
      <w:proofErr w:type="spellEnd"/>
      <w:r>
        <w:br w:type="page"/>
      </w:r>
    </w:p>
    <w:p w:rsidR="00D55641" w:rsidRDefault="00D55641">
      <w:r w:rsidRPr="00D55641">
        <w:lastRenderedPageBreak/>
        <w:t>#</w:t>
      </w:r>
      <w:proofErr w:type="spellStart"/>
      <w:proofErr w:type="gramStart"/>
      <w:r w:rsidRPr="00D55641">
        <w:t>ba</w:t>
      </w:r>
      <w:proofErr w:type="spellEnd"/>
      <w:r w:rsidRPr="00D55641">
        <w:t xml:space="preserve"> ,:at</w:t>
      </w:r>
      <w:proofErr w:type="gramEnd"/>
      <w:r w:rsidRPr="00D55641">
        <w:t xml:space="preserve"> is ! volume ( ! figure1 </w:t>
      </w:r>
      <w:r>
        <w:t xml:space="preserve">   </w:t>
      </w:r>
      <w:proofErr w:type="spellStart"/>
      <w:r>
        <w:t>a#ac</w:t>
      </w:r>
      <w:proofErr w:type="spellEnd"/>
    </w:p>
    <w:p w:rsidR="00D55641" w:rsidRDefault="00D55641">
      <w:r>
        <w:tab/>
      </w:r>
      <w:r w:rsidRPr="00D55641">
        <w:t>9</w:t>
      </w:r>
      <w:r>
        <w:t xml:space="preserve"> </w:t>
      </w:r>
      <w:r w:rsidRPr="00D55641">
        <w:t>cubic c5</w:t>
      </w:r>
      <w:proofErr w:type="gramStart"/>
      <w:r w:rsidRPr="00D55641">
        <w:t>timet]s</w:t>
      </w:r>
      <w:proofErr w:type="gramEnd"/>
      <w:r w:rsidRPr="00D55641">
        <w:t xml:space="preserve">8 </w:t>
      </w:r>
    </w:p>
    <w:p w:rsidR="00D55641" w:rsidRDefault="00876598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110" type="#_x0000_t75" style="position:absolute;margin-left:31.35pt;margin-top:28.8pt;width:486.75pt;height:222.75pt;z-index:-251598848;mso-position-horizontal-relative:text;mso-position-vertical-relative:text">
            <v:imagedata r:id="rId28" o:title=""/>
          </v:shape>
          <o:OLEObject Type="Embed" ProgID="CorelDraw.Graphic.18" ShapeID="_x0000_s1110" DrawAspect="Content" ObjectID="_1680930626" r:id="rId29"/>
        </w:object>
      </w:r>
    </w:p>
    <w:p w:rsidR="00D55641" w:rsidRDefault="00D55641"/>
    <w:p w:rsidR="00D55641" w:rsidRDefault="00D55641"/>
    <w:p w:rsidR="00D55641" w:rsidRDefault="00D55641"/>
    <w:p w:rsidR="00D55641" w:rsidRDefault="00D55641"/>
    <w:p w:rsidR="00D55641" w:rsidRDefault="00D55641"/>
    <w:p w:rsidR="00626B53" w:rsidRDefault="00626B53"/>
    <w:p w:rsidR="00975620" w:rsidRDefault="00975620"/>
    <w:p w:rsidR="00975620" w:rsidRDefault="00975620"/>
    <w:p w:rsidR="00975620" w:rsidRDefault="00975620"/>
    <w:p w:rsidR="00D55641" w:rsidRDefault="00D55641">
      <w:r>
        <w:tab/>
      </w:r>
      <w:r>
        <w:tab/>
      </w:r>
      <w:proofErr w:type="gramStart"/>
      <w:r w:rsidRPr="00D55641">
        <w:t>,only</w:t>
      </w:r>
      <w:proofErr w:type="gramEnd"/>
      <w:r w:rsidRPr="00D55641">
        <w:t xml:space="preserve"> #j1 #a1 #b1 </w:t>
      </w:r>
      <w:r>
        <w:tab/>
      </w:r>
      <w:r w:rsidRPr="00D55641">
        <w:t xml:space="preserve">#c1 #d1 #e1 #f1 </w:t>
      </w:r>
      <w:r>
        <w:tab/>
      </w:r>
      <w:r w:rsidRPr="00D55641">
        <w:t xml:space="preserve">#g1 #h1 #i1 41 &amp; / &gt;e all[$ 9 </w:t>
      </w:r>
      <w:proofErr w:type="spellStart"/>
      <w:r w:rsidRPr="00D55641">
        <w:t>yr</w:t>
      </w:r>
      <w:proofErr w:type="spellEnd"/>
      <w:r w:rsidRPr="00D55641">
        <w:t xml:space="preserve"> </w:t>
      </w:r>
      <w:r>
        <w:tab/>
      </w:r>
      <w:proofErr w:type="spellStart"/>
      <w:r w:rsidRPr="00D55641">
        <w:t>answ</w:t>
      </w:r>
      <w:proofErr w:type="spellEnd"/>
      <w:r w:rsidRPr="00D55641">
        <w:t>]4 ,</w:t>
      </w:r>
      <w:proofErr w:type="spellStart"/>
      <w:r w:rsidRPr="00D55641">
        <w:t>answ</w:t>
      </w:r>
      <w:proofErr w:type="spellEnd"/>
      <w:r w:rsidRPr="00D55641">
        <w:t xml:space="preserve">]s t &gt;e mix$ numb]s m/ 2 </w:t>
      </w:r>
      <w:r>
        <w:tab/>
      </w:r>
      <w:r w:rsidRPr="00D55641">
        <w:t xml:space="preserve">5t]$ z an </w:t>
      </w:r>
      <w:proofErr w:type="spellStart"/>
      <w:r w:rsidRPr="00D55641">
        <w:t>improp</w:t>
      </w:r>
      <w:proofErr w:type="spellEnd"/>
      <w:r w:rsidRPr="00D55641">
        <w:t xml:space="preserve">] </w:t>
      </w:r>
      <w:proofErr w:type="spellStart"/>
      <w:r w:rsidRPr="00D55641">
        <w:t>frac;n</w:t>
      </w:r>
      <w:proofErr w:type="spellEnd"/>
      <w:r w:rsidRPr="00D55641">
        <w:t xml:space="preserve"> or decimal4 </w:t>
      </w:r>
    </w:p>
    <w:p w:rsidR="00D55641" w:rsidRDefault="00D55641" w:rsidP="00D55641">
      <w:r>
        <w:tab/>
      </w:r>
      <w:r>
        <w:tab/>
      </w:r>
      <w:r>
        <w:tab/>
      </w:r>
      <w:proofErr w:type="gramStart"/>
      <w:r w:rsidRPr="006D2331">
        <w:t>@.&lt;</w:t>
      </w:r>
      <w:proofErr w:type="gramEnd"/>
      <w:r w:rsidRPr="006D2331">
        <w:t>,texture 9dicates %ad$ &gt;ea4@.&gt;</w:t>
      </w:r>
    </w:p>
    <w:p w:rsidR="00D55641" w:rsidRDefault="00876598">
      <w:r>
        <w:rPr>
          <w:noProof/>
        </w:rPr>
        <w:object w:dxaOrig="1440" w:dyaOrig="1440">
          <v:shape id="_x0000_s1109" type="#_x0000_t75" style="position:absolute;margin-left:89.4pt;margin-top:28.75pt;width:489.4pt;height:83.75pt;z-index:-251600896;mso-position-horizontal-relative:text;mso-position-vertical-relative:text">
            <v:imagedata r:id="rId9" o:title=""/>
          </v:shape>
          <o:OLEObject Type="Embed" ProgID="CorelDraw.Graphic.16" ShapeID="_x0000_s1109" DrawAspect="Content" ObjectID="_1680930627" r:id="rId30"/>
        </w:object>
      </w:r>
    </w:p>
    <w:p w:rsidR="00626B53" w:rsidRDefault="00626B53"/>
    <w:p w:rsidR="00626B53" w:rsidRDefault="00626B53"/>
    <w:p w:rsidR="00626B53" w:rsidRDefault="00626B53"/>
    <w:p w:rsidR="00626B53" w:rsidRDefault="00626B53"/>
    <w:p w:rsidR="00975620" w:rsidRDefault="00975620"/>
    <w:p w:rsidR="00626B53" w:rsidRDefault="00626B53"/>
    <w:p w:rsidR="00626B53" w:rsidRDefault="00626B5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#ai</w:t>
      </w:r>
      <w:r>
        <w:br w:type="page"/>
      </w:r>
    </w:p>
    <w:p w:rsidR="00626B53" w:rsidRDefault="00626B53">
      <w:r w:rsidRPr="00626B53">
        <w:lastRenderedPageBreak/>
        <w:t>#</w:t>
      </w:r>
      <w:proofErr w:type="gramStart"/>
      <w:r w:rsidRPr="00626B53">
        <w:t>bb ,a</w:t>
      </w:r>
      <w:proofErr w:type="gramEnd"/>
      <w:r w:rsidRPr="00626B53">
        <w:t xml:space="preserve"> s*</w:t>
      </w:r>
      <w:proofErr w:type="spellStart"/>
      <w:r w:rsidRPr="00626B53">
        <w:t>ool</w:t>
      </w:r>
      <w:proofErr w:type="spellEnd"/>
      <w:r w:rsidRPr="00626B53">
        <w:t xml:space="preserve"> has #de classrooms4 </w:t>
      </w:r>
      <w:r>
        <w:t xml:space="preserve">    #ad</w:t>
      </w:r>
    </w:p>
    <w:p w:rsidR="00626B53" w:rsidRDefault="00626B53">
      <w:r>
        <w:tab/>
      </w:r>
      <w:r w:rsidRPr="00626B53">
        <w:t>,"! &gt;e #</w:t>
      </w:r>
      <w:proofErr w:type="spellStart"/>
      <w:r w:rsidRPr="00626B53">
        <w:t>bg</w:t>
      </w:r>
      <w:proofErr w:type="spellEnd"/>
      <w:r w:rsidRPr="00626B53">
        <w:t xml:space="preserve"> /ud5ts 9 </w:t>
      </w:r>
      <w:proofErr w:type="spellStart"/>
      <w:r w:rsidRPr="00626B53">
        <w:t>ea</w:t>
      </w:r>
      <w:proofErr w:type="spellEnd"/>
      <w:r w:rsidRPr="00626B53">
        <w:t>* classroom</w:t>
      </w:r>
      <w:proofErr w:type="gramStart"/>
      <w:r w:rsidRPr="00626B53">
        <w:t>4 ,h</w:t>
      </w:r>
      <w:proofErr w:type="gramEnd"/>
      <w:r w:rsidRPr="00626B53">
        <w:t xml:space="preserve">[ </w:t>
      </w:r>
      <w:r>
        <w:tab/>
      </w:r>
      <w:r w:rsidRPr="00626B53">
        <w:t xml:space="preserve">_m /ud5ts &gt;e 9 all #de classrooms8 </w:t>
      </w:r>
      <w:r>
        <w:tab/>
      </w:r>
      <w:r>
        <w:tab/>
      </w:r>
      <w:r>
        <w:tab/>
      </w:r>
      <w:r>
        <w:tab/>
      </w:r>
      <w:r w:rsidRPr="00626B53">
        <w:t xml:space="preserve">,only #j1 #a1 #b1 #c1 #d1 #e1 #f1 </w:t>
      </w:r>
      <w:r>
        <w:tab/>
      </w:r>
      <w:r w:rsidRPr="00626B53">
        <w:t xml:space="preserve">#g1 #h1 #i1 41 &amp; / &gt;e all[$ 9 </w:t>
      </w:r>
      <w:proofErr w:type="spellStart"/>
      <w:r w:rsidRPr="00626B53">
        <w:t>yr</w:t>
      </w:r>
      <w:proofErr w:type="spellEnd"/>
      <w:r w:rsidRPr="00626B53">
        <w:t xml:space="preserve"> </w:t>
      </w:r>
      <w:r>
        <w:tab/>
      </w:r>
      <w:proofErr w:type="spellStart"/>
      <w:r w:rsidRPr="00626B53">
        <w:t>answ</w:t>
      </w:r>
      <w:proofErr w:type="spellEnd"/>
      <w:r w:rsidRPr="00626B53">
        <w:t>]4 ,</w:t>
      </w:r>
      <w:proofErr w:type="spellStart"/>
      <w:r w:rsidRPr="00626B53">
        <w:t>answ</w:t>
      </w:r>
      <w:proofErr w:type="spellEnd"/>
      <w:r w:rsidRPr="00626B53">
        <w:t xml:space="preserve">]s t &gt;e mix$ numb]s m/ 2 </w:t>
      </w:r>
      <w:r>
        <w:tab/>
      </w:r>
      <w:r w:rsidRPr="00626B53">
        <w:t xml:space="preserve">5t]$ z an </w:t>
      </w:r>
      <w:proofErr w:type="spellStart"/>
      <w:r w:rsidRPr="00626B53">
        <w:t>improp</w:t>
      </w:r>
      <w:proofErr w:type="spellEnd"/>
      <w:r w:rsidRPr="00626B53">
        <w:t xml:space="preserve">] </w:t>
      </w:r>
      <w:proofErr w:type="spellStart"/>
      <w:r w:rsidRPr="00626B53">
        <w:t>frac;n</w:t>
      </w:r>
      <w:proofErr w:type="spellEnd"/>
      <w:r w:rsidRPr="00626B53">
        <w:t xml:space="preserve"> or decimal4 </w:t>
      </w:r>
      <w:r>
        <w:t xml:space="preserve"> </w:t>
      </w:r>
    </w:p>
    <w:p w:rsidR="00626B53" w:rsidRDefault="00626B53" w:rsidP="00626B53">
      <w:r>
        <w:tab/>
      </w:r>
      <w:r>
        <w:tab/>
      </w:r>
      <w:r>
        <w:tab/>
      </w:r>
      <w:proofErr w:type="gramStart"/>
      <w:r w:rsidRPr="006D2331">
        <w:t>@.&lt;</w:t>
      </w:r>
      <w:proofErr w:type="gramEnd"/>
      <w:r w:rsidRPr="006D2331">
        <w:t>,texture 9dicates %ad$ &gt;ea4@.&gt;</w:t>
      </w:r>
    </w:p>
    <w:p w:rsidR="00626B53" w:rsidRDefault="00626B53"/>
    <w:p w:rsidR="00626B53" w:rsidRDefault="00876598">
      <w:r>
        <w:rPr>
          <w:noProof/>
        </w:rPr>
        <w:object w:dxaOrig="1440" w:dyaOrig="1440">
          <v:shape id="_x0000_s1112" type="#_x0000_t75" style="position:absolute;margin-left:101.4pt;margin-top:1.5pt;width:489.4pt;height:83.75pt;z-index:-251597824;mso-position-horizontal-relative:text;mso-position-vertical-relative:text">
            <v:imagedata r:id="rId9" o:title=""/>
          </v:shape>
          <o:OLEObject Type="Embed" ProgID="CorelDraw.Graphic.16" ShapeID="_x0000_s1112" DrawAspect="Content" ObjectID="_1680930628" r:id="rId31"/>
        </w:object>
      </w:r>
    </w:p>
    <w:p w:rsidR="00626B53" w:rsidRDefault="00626B53"/>
    <w:p w:rsidR="00626B53" w:rsidRDefault="00626B53"/>
    <w:p w:rsidR="00626B53" w:rsidRDefault="00626B53"/>
    <w:p w:rsidR="00626B53" w:rsidRDefault="00626B53"/>
    <w:p w:rsidR="00626B53" w:rsidRDefault="00626B53"/>
    <w:p w:rsidR="00626B53" w:rsidRDefault="00626B53"/>
    <w:p w:rsidR="00626B53" w:rsidRDefault="00626B53"/>
    <w:p w:rsidR="00626B53" w:rsidRDefault="00626B53"/>
    <w:p w:rsidR="00626B53" w:rsidRDefault="00626B53"/>
    <w:p w:rsidR="00626B53" w:rsidRDefault="00626B53"/>
    <w:p w:rsidR="00626B53" w:rsidRDefault="00626B53"/>
    <w:p w:rsidR="00626B53" w:rsidRDefault="00626B53"/>
    <w:p w:rsidR="00626B53" w:rsidRDefault="00626B53"/>
    <w:p w:rsidR="00626B53" w:rsidRDefault="00626B53"/>
    <w:p w:rsidR="00626B53" w:rsidRDefault="00626B53">
      <w:r>
        <w:t xml:space="preserve">                                     #</w:t>
      </w:r>
      <w:proofErr w:type="spellStart"/>
      <w:r>
        <w:t>bj</w:t>
      </w:r>
      <w:proofErr w:type="spellEnd"/>
      <w:r>
        <w:br w:type="page"/>
      </w:r>
    </w:p>
    <w:p w:rsidR="00A83EC7" w:rsidRDefault="00A83EC7">
      <w:r w:rsidRPr="00A83EC7">
        <w:lastRenderedPageBreak/>
        <w:t>#</w:t>
      </w:r>
      <w:proofErr w:type="spellStart"/>
      <w:proofErr w:type="gramStart"/>
      <w:r w:rsidRPr="00A83EC7">
        <w:t>bc</w:t>
      </w:r>
      <w:proofErr w:type="spellEnd"/>
      <w:r w:rsidRPr="00A83EC7">
        <w:t xml:space="preserve"> ,</w:t>
      </w:r>
      <w:proofErr w:type="spellStart"/>
      <w:r w:rsidRPr="00A83EC7">
        <w:t>ea</w:t>
      </w:r>
      <w:proofErr w:type="spellEnd"/>
      <w:proofErr w:type="gramEnd"/>
      <w:r w:rsidRPr="00A83EC7">
        <w:t>* l&gt;</w:t>
      </w:r>
      <w:proofErr w:type="spellStart"/>
      <w:r w:rsidRPr="00A83EC7">
        <w:t>ge</w:t>
      </w:r>
      <w:proofErr w:type="spellEnd"/>
      <w:r w:rsidRPr="00A83EC7">
        <w:t xml:space="preserve"> </w:t>
      </w:r>
      <w:proofErr w:type="spellStart"/>
      <w:r w:rsidRPr="00A83EC7">
        <w:t>squ</w:t>
      </w:r>
      <w:proofErr w:type="spellEnd"/>
      <w:r w:rsidRPr="00A83EC7">
        <w:t xml:space="preserve">&gt;e has a value ( </w:t>
      </w:r>
      <w:r>
        <w:t xml:space="preserve">  </w:t>
      </w:r>
      <w:proofErr w:type="spellStart"/>
      <w:r>
        <w:t>a#ad</w:t>
      </w:r>
      <w:proofErr w:type="spellEnd"/>
    </w:p>
    <w:p w:rsidR="00A83EC7" w:rsidRDefault="00A83EC7">
      <w:r>
        <w:tab/>
      </w:r>
      <w:r w:rsidRPr="00A83EC7">
        <w:t>"o4</w:t>
      </w:r>
    </w:p>
    <w:p w:rsidR="00A83EC7" w:rsidRDefault="00A83EC7" w:rsidP="00A83EC7">
      <w:r>
        <w:tab/>
      </w:r>
      <w:r>
        <w:tab/>
      </w:r>
      <w:r>
        <w:tab/>
      </w:r>
      <w:proofErr w:type="gramStart"/>
      <w:r w:rsidRPr="006D2331">
        <w:t>@.&lt;</w:t>
      </w:r>
      <w:proofErr w:type="gramEnd"/>
      <w:r w:rsidRPr="006D2331">
        <w:t>,texture 9dicates %ad$ &gt;ea4@.&gt;</w:t>
      </w:r>
    </w:p>
    <w:p w:rsidR="00A83EC7" w:rsidRDefault="00876598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114" type="#_x0000_t75" style="position:absolute;margin-left:16.35pt;margin-top:28.8pt;width:424.8pt;height:205.4pt;z-index:-251595776;mso-position-horizontal-relative:text;mso-position-vertical-relative:text">
            <v:imagedata r:id="rId32" o:title=""/>
          </v:shape>
          <o:OLEObject Type="Embed" ProgID="CorelDraw.Graphic.18" ShapeID="_x0000_s1114" DrawAspect="Content" ObjectID="_1680930629" r:id="rId33"/>
        </w:object>
      </w:r>
    </w:p>
    <w:p w:rsidR="00A83EC7" w:rsidRDefault="00A83EC7"/>
    <w:p w:rsidR="00A83EC7" w:rsidRDefault="00A83EC7"/>
    <w:p w:rsidR="00A83EC7" w:rsidRDefault="00A83EC7"/>
    <w:p w:rsidR="00A83EC7" w:rsidRDefault="00A83EC7"/>
    <w:p w:rsidR="00A83EC7" w:rsidRDefault="00A83EC7"/>
    <w:p w:rsidR="00A83EC7" w:rsidRDefault="00A83EC7"/>
    <w:p w:rsidR="00A83EC7" w:rsidRDefault="00A83EC7"/>
    <w:p w:rsidR="00A83EC7" w:rsidRDefault="00A83EC7"/>
    <w:p w:rsidR="00A83EC7" w:rsidRDefault="00A83EC7">
      <w:r>
        <w:tab/>
      </w:r>
      <w:proofErr w:type="gramStart"/>
      <w:r w:rsidRPr="00A83EC7">
        <w:t>,:</w:t>
      </w:r>
      <w:proofErr w:type="gramEnd"/>
      <w:r w:rsidRPr="00A83EC7">
        <w:t>at is ! value ( ! %ad$ "</w:t>
      </w:r>
      <w:proofErr w:type="spellStart"/>
      <w:r w:rsidRPr="00A83EC7">
        <w:t>ps</w:t>
      </w:r>
      <w:proofErr w:type="spellEnd"/>
      <w:r w:rsidRPr="00A83EC7">
        <w:t xml:space="preserve"> </w:t>
      </w:r>
      <w:proofErr w:type="gramStart"/>
      <w:r w:rsidRPr="00A83EC7">
        <w:t>( !</w:t>
      </w:r>
      <w:proofErr w:type="gramEnd"/>
      <w:r w:rsidRPr="00A83EC7">
        <w:t xml:space="preserve"> l&gt;</w:t>
      </w:r>
      <w:proofErr w:type="spellStart"/>
      <w:r w:rsidRPr="00A83EC7">
        <w:t>ge</w:t>
      </w:r>
      <w:proofErr w:type="spellEnd"/>
      <w:r w:rsidRPr="00A83EC7">
        <w:t xml:space="preserve"> </w:t>
      </w:r>
      <w:r>
        <w:tab/>
      </w:r>
      <w:proofErr w:type="spellStart"/>
      <w:r w:rsidRPr="00A83EC7">
        <w:t>squ</w:t>
      </w:r>
      <w:proofErr w:type="spellEnd"/>
      <w:r w:rsidRPr="00A83EC7">
        <w:t>&gt;es8</w:t>
      </w:r>
    </w:p>
    <w:p w:rsidR="00A83EC7" w:rsidRDefault="00A83EC7">
      <w:r>
        <w:tab/>
      </w:r>
      <w:r>
        <w:tab/>
      </w:r>
      <w:proofErr w:type="gramStart"/>
      <w:r w:rsidRPr="00A83EC7">
        <w:t>,only</w:t>
      </w:r>
      <w:proofErr w:type="gramEnd"/>
      <w:r w:rsidRPr="00A83EC7">
        <w:t xml:space="preserve"> #j1 #a1 #b1 #c1 #d1 #e1 #f1 </w:t>
      </w:r>
      <w:r>
        <w:tab/>
      </w:r>
      <w:r w:rsidRPr="00A83EC7">
        <w:t xml:space="preserve">#g1 #h1 #i1 41 &amp; / &gt;e all[$ 9 </w:t>
      </w:r>
      <w:proofErr w:type="spellStart"/>
      <w:r w:rsidRPr="00A83EC7">
        <w:t>yr</w:t>
      </w:r>
      <w:proofErr w:type="spellEnd"/>
      <w:r w:rsidRPr="00A83EC7">
        <w:t xml:space="preserve"> </w:t>
      </w:r>
      <w:r>
        <w:tab/>
      </w:r>
      <w:proofErr w:type="spellStart"/>
      <w:r w:rsidRPr="00A83EC7">
        <w:t>answ</w:t>
      </w:r>
      <w:proofErr w:type="spellEnd"/>
      <w:r w:rsidRPr="00A83EC7">
        <w:t>]4 ,</w:t>
      </w:r>
      <w:proofErr w:type="spellStart"/>
      <w:r w:rsidRPr="00A83EC7">
        <w:t>answ</w:t>
      </w:r>
      <w:proofErr w:type="spellEnd"/>
      <w:r w:rsidRPr="00A83EC7">
        <w:t xml:space="preserve">]s t &gt;e mix$ numb]s m/ 2 </w:t>
      </w:r>
      <w:r>
        <w:tab/>
      </w:r>
      <w:r w:rsidRPr="00A83EC7">
        <w:t xml:space="preserve">5t]$ z an </w:t>
      </w:r>
      <w:proofErr w:type="spellStart"/>
      <w:r w:rsidRPr="00A83EC7">
        <w:t>improp</w:t>
      </w:r>
      <w:proofErr w:type="spellEnd"/>
      <w:r w:rsidRPr="00A83EC7">
        <w:t xml:space="preserve">] </w:t>
      </w:r>
      <w:proofErr w:type="spellStart"/>
      <w:r w:rsidRPr="00A83EC7">
        <w:t>frac;n</w:t>
      </w:r>
      <w:proofErr w:type="spellEnd"/>
      <w:r w:rsidRPr="00A83EC7">
        <w:t xml:space="preserve"> or decimal4</w:t>
      </w:r>
    </w:p>
    <w:p w:rsidR="00A83EC7" w:rsidRDefault="00876598">
      <w:r>
        <w:rPr>
          <w:noProof/>
        </w:rPr>
        <w:object w:dxaOrig="1440" w:dyaOrig="1440">
          <v:shape id="_x0000_s1115" type="#_x0000_t75" style="position:absolute;margin-left:84.15pt;margin-top:28.75pt;width:489.4pt;height:83.75pt;z-index:-251594752;mso-position-horizontal-relative:text;mso-position-vertical-relative:text">
            <v:imagedata r:id="rId9" o:title=""/>
          </v:shape>
          <o:OLEObject Type="Embed" ProgID="CorelDraw.Graphic.16" ShapeID="_x0000_s1115" DrawAspect="Content" ObjectID="_1680930630" r:id="rId34"/>
        </w:object>
      </w:r>
    </w:p>
    <w:p w:rsidR="00A83EC7" w:rsidRDefault="00A83EC7"/>
    <w:p w:rsidR="00A83EC7" w:rsidRDefault="00A83EC7"/>
    <w:p w:rsidR="00A83EC7" w:rsidRDefault="00A83EC7"/>
    <w:p w:rsidR="00A83EC7" w:rsidRDefault="00A83EC7"/>
    <w:p w:rsidR="00A83EC7" w:rsidRDefault="00A83EC7"/>
    <w:p w:rsidR="00A83EC7" w:rsidRDefault="00A83EC7">
      <w:r>
        <w:t xml:space="preserve">                                     #</w:t>
      </w:r>
      <w:proofErr w:type="spellStart"/>
      <w:r>
        <w:t>ba</w:t>
      </w:r>
      <w:proofErr w:type="spellEnd"/>
      <w:r>
        <w:br w:type="page"/>
      </w:r>
    </w:p>
    <w:p w:rsidR="007B71F2" w:rsidRDefault="007B71F2">
      <w:r w:rsidRPr="007B71F2">
        <w:lastRenderedPageBreak/>
        <w:t>#</w:t>
      </w:r>
      <w:proofErr w:type="spellStart"/>
      <w:proofErr w:type="gramStart"/>
      <w:r w:rsidRPr="007B71F2">
        <w:t>bd</w:t>
      </w:r>
      <w:proofErr w:type="spellEnd"/>
      <w:r w:rsidRPr="007B71F2">
        <w:t xml:space="preserve"> ,</w:t>
      </w:r>
      <w:proofErr w:type="spellStart"/>
      <w:r w:rsidRPr="007B71F2">
        <w:t>ei</w:t>
      </w:r>
      <w:proofErr w:type="spellEnd"/>
      <w:proofErr w:type="gramEnd"/>
      <w:r w:rsidRPr="007B71F2">
        <w:t xml:space="preserve">&lt;t g&gt;d5]s equally %&gt;e #a/b </w:t>
      </w:r>
      <w:r>
        <w:t xml:space="preserve">   #ae</w:t>
      </w:r>
    </w:p>
    <w:p w:rsidR="007B71F2" w:rsidRDefault="007B71F2">
      <w:r>
        <w:tab/>
      </w:r>
      <w:proofErr w:type="gramStart"/>
      <w:r w:rsidRPr="007B71F2">
        <w:t>( a</w:t>
      </w:r>
      <w:proofErr w:type="gramEnd"/>
      <w:r w:rsidRPr="007B71F2">
        <w:t xml:space="preserve"> pile ( p9e ne$les4 ,:at </w:t>
      </w:r>
      <w:proofErr w:type="spellStart"/>
      <w:r w:rsidRPr="007B71F2">
        <w:t>frac;n</w:t>
      </w:r>
      <w:proofErr w:type="spellEnd"/>
      <w:r w:rsidRPr="007B71F2">
        <w:t xml:space="preserve"> ( ! </w:t>
      </w:r>
      <w:r>
        <w:tab/>
      </w:r>
      <w:r w:rsidRPr="007B71F2">
        <w:t xml:space="preserve">pile does </w:t>
      </w:r>
      <w:proofErr w:type="spellStart"/>
      <w:r w:rsidRPr="007B71F2">
        <w:t>ea</w:t>
      </w:r>
      <w:proofErr w:type="spellEnd"/>
      <w:r w:rsidRPr="007B71F2">
        <w:t xml:space="preserve">* g&gt;d5] rcv8 </w:t>
      </w:r>
    </w:p>
    <w:p w:rsidR="007B71F2" w:rsidRDefault="007B71F2">
      <w:r>
        <w:tab/>
      </w:r>
      <w:r>
        <w:tab/>
      </w:r>
      <w:proofErr w:type="gramStart"/>
      <w:r w:rsidRPr="007B71F2">
        <w:t>,only</w:t>
      </w:r>
      <w:proofErr w:type="gramEnd"/>
      <w:r w:rsidRPr="007B71F2">
        <w:t xml:space="preserve"> #j1 #a1 #b1 #c1 #d1 #e1 #f1 </w:t>
      </w:r>
      <w:r>
        <w:tab/>
      </w:r>
      <w:r w:rsidRPr="007B71F2">
        <w:t xml:space="preserve">#g1 #h1 #i1 41 &amp; / &gt;e all[$ 9 </w:t>
      </w:r>
      <w:proofErr w:type="spellStart"/>
      <w:r w:rsidRPr="007B71F2">
        <w:t>yr</w:t>
      </w:r>
      <w:proofErr w:type="spellEnd"/>
      <w:r w:rsidRPr="007B71F2">
        <w:t xml:space="preserve"> </w:t>
      </w:r>
      <w:r>
        <w:tab/>
      </w:r>
      <w:proofErr w:type="spellStart"/>
      <w:r w:rsidRPr="007B71F2">
        <w:t>answ</w:t>
      </w:r>
      <w:proofErr w:type="spellEnd"/>
      <w:r w:rsidRPr="007B71F2">
        <w:t>]4 ,</w:t>
      </w:r>
      <w:proofErr w:type="spellStart"/>
      <w:r w:rsidRPr="007B71F2">
        <w:t>answ</w:t>
      </w:r>
      <w:proofErr w:type="spellEnd"/>
      <w:r w:rsidRPr="007B71F2">
        <w:t xml:space="preserve">]s t &gt;e mix$ numb]s m/ 2 </w:t>
      </w:r>
      <w:r>
        <w:tab/>
      </w:r>
      <w:r w:rsidRPr="007B71F2">
        <w:t xml:space="preserve">5t]$ z an </w:t>
      </w:r>
      <w:proofErr w:type="spellStart"/>
      <w:r w:rsidRPr="007B71F2">
        <w:t>improp</w:t>
      </w:r>
      <w:proofErr w:type="spellEnd"/>
      <w:r w:rsidRPr="007B71F2">
        <w:t xml:space="preserve">] </w:t>
      </w:r>
      <w:proofErr w:type="spellStart"/>
      <w:r w:rsidRPr="007B71F2">
        <w:t>frac;n</w:t>
      </w:r>
      <w:proofErr w:type="spellEnd"/>
      <w:r w:rsidRPr="007B71F2">
        <w:t xml:space="preserve"> or decimal4</w:t>
      </w:r>
    </w:p>
    <w:p w:rsidR="007B71F2" w:rsidRDefault="007B71F2" w:rsidP="007B71F2">
      <w:r>
        <w:tab/>
      </w:r>
      <w:r>
        <w:tab/>
      </w:r>
      <w:r>
        <w:tab/>
      </w:r>
      <w:proofErr w:type="gramStart"/>
      <w:r w:rsidRPr="006D2331">
        <w:t>@.&lt;</w:t>
      </w:r>
      <w:proofErr w:type="gramEnd"/>
      <w:r w:rsidRPr="006D2331">
        <w:t>,texture 9dicates %ad$ &gt;ea4@.&gt;</w:t>
      </w:r>
    </w:p>
    <w:p w:rsidR="007B71F2" w:rsidRDefault="00876598">
      <w:r>
        <w:rPr>
          <w:noProof/>
        </w:rPr>
        <w:object w:dxaOrig="1440" w:dyaOrig="1440">
          <v:shape id="_x0000_s1116" type="#_x0000_t75" style="position:absolute;margin-left:85.65pt;margin-top:28.75pt;width:489.4pt;height:83.75pt;z-index:-251593728;mso-position-horizontal-relative:text;mso-position-vertical-relative:text">
            <v:imagedata r:id="rId9" o:title=""/>
          </v:shape>
          <o:OLEObject Type="Embed" ProgID="CorelDraw.Graphic.16" ShapeID="_x0000_s1116" DrawAspect="Content" ObjectID="_1680930631" r:id="rId35"/>
        </w:object>
      </w:r>
    </w:p>
    <w:p w:rsidR="007B71F2" w:rsidRDefault="007B71F2"/>
    <w:p w:rsidR="007B71F2" w:rsidRDefault="007B71F2"/>
    <w:p w:rsidR="007B71F2" w:rsidRDefault="007B71F2"/>
    <w:p w:rsidR="007B71F2" w:rsidRDefault="007B71F2"/>
    <w:p w:rsidR="007B71F2" w:rsidRDefault="007B71F2"/>
    <w:p w:rsidR="007B71F2" w:rsidRDefault="007B71F2"/>
    <w:p w:rsidR="007B71F2" w:rsidRDefault="007B71F2"/>
    <w:p w:rsidR="007B71F2" w:rsidRDefault="007B71F2"/>
    <w:p w:rsidR="007B71F2" w:rsidRDefault="007B71F2"/>
    <w:p w:rsidR="007B71F2" w:rsidRDefault="007B71F2"/>
    <w:p w:rsidR="007B71F2" w:rsidRDefault="007B71F2"/>
    <w:p w:rsidR="007B71F2" w:rsidRDefault="007B71F2"/>
    <w:p w:rsidR="007B71F2" w:rsidRDefault="007B71F2"/>
    <w:p w:rsidR="007B71F2" w:rsidRDefault="007B71F2"/>
    <w:p w:rsidR="007B71F2" w:rsidRDefault="007B71F2"/>
    <w:p w:rsidR="007B71F2" w:rsidRDefault="007B71F2">
      <w:r>
        <w:t xml:space="preserve">                                     #bb</w:t>
      </w:r>
    </w:p>
    <w:p w:rsidR="00B9457E" w:rsidRDefault="00B9457E">
      <w:r w:rsidRPr="00B9457E">
        <w:lastRenderedPageBreak/>
        <w:t>#</w:t>
      </w:r>
      <w:proofErr w:type="gramStart"/>
      <w:r w:rsidRPr="00B9457E">
        <w:t>be ,:at</w:t>
      </w:r>
      <w:proofErr w:type="gramEnd"/>
      <w:r w:rsidRPr="00B9457E">
        <w:t xml:space="preserve"> is ! volume ( ! </w:t>
      </w:r>
      <w:r>
        <w:t xml:space="preserve">           </w:t>
      </w:r>
      <w:proofErr w:type="spellStart"/>
      <w:r>
        <w:t>a#ae</w:t>
      </w:r>
      <w:proofErr w:type="spellEnd"/>
    </w:p>
    <w:p w:rsidR="00B9457E" w:rsidRDefault="00B9457E">
      <w:r>
        <w:tab/>
      </w:r>
      <w:proofErr w:type="spellStart"/>
      <w:r w:rsidRPr="00B9457E">
        <w:t>rectangul</w:t>
      </w:r>
      <w:proofErr w:type="spellEnd"/>
      <w:r w:rsidRPr="00B9457E">
        <w:t>&gt; prism1 9 cubic cm8</w:t>
      </w:r>
    </w:p>
    <w:p w:rsidR="00B9457E" w:rsidRDefault="00B9457E"/>
    <w:p w:rsidR="00B9457E" w:rsidRDefault="00876598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117" type="#_x0000_t75" style="position:absolute;margin-left:0;margin-top:0;width:5in;height:181.75pt;z-index:-251591680;mso-position-horizontal-relative:text;mso-position-vertical-relative:text">
            <v:imagedata r:id="rId36" o:title=""/>
          </v:shape>
          <o:OLEObject Type="Embed" ProgID="CorelDraw.Graphic.18" ShapeID="_x0000_s1117" DrawAspect="Content" ObjectID="_1680930632" r:id="rId37"/>
        </w:object>
      </w:r>
    </w:p>
    <w:p w:rsidR="00B9457E" w:rsidRDefault="00B9457E"/>
    <w:p w:rsidR="00B9457E" w:rsidRDefault="00B9457E"/>
    <w:p w:rsidR="00B9457E" w:rsidRDefault="00B9457E"/>
    <w:p w:rsidR="00B9457E" w:rsidRDefault="00B9457E"/>
    <w:p w:rsidR="00B9457E" w:rsidRDefault="00B9457E"/>
    <w:p w:rsidR="00B9457E" w:rsidRDefault="00B9457E"/>
    <w:p w:rsidR="00B9457E" w:rsidRDefault="00B9457E">
      <w:r>
        <w:tab/>
      </w:r>
      <w:r>
        <w:tab/>
      </w:r>
      <w:proofErr w:type="gramStart"/>
      <w:r w:rsidRPr="00B9457E">
        <w:t>,only</w:t>
      </w:r>
      <w:proofErr w:type="gramEnd"/>
      <w:r w:rsidRPr="00B9457E">
        <w:t xml:space="preserve"> #j1 #a1 #b1 #c1 #d1 #e1 #f1 </w:t>
      </w:r>
      <w:r>
        <w:tab/>
      </w:r>
      <w:r w:rsidRPr="00B9457E">
        <w:t xml:space="preserve">#g1 #h1 #i1 41 &amp; / &gt;e all[$ 9 </w:t>
      </w:r>
      <w:proofErr w:type="spellStart"/>
      <w:r w:rsidRPr="00B9457E">
        <w:t>yr</w:t>
      </w:r>
      <w:proofErr w:type="spellEnd"/>
      <w:r w:rsidRPr="00B9457E">
        <w:t xml:space="preserve"> </w:t>
      </w:r>
      <w:r>
        <w:tab/>
      </w:r>
      <w:proofErr w:type="spellStart"/>
      <w:r w:rsidRPr="00B9457E">
        <w:t>answ</w:t>
      </w:r>
      <w:proofErr w:type="spellEnd"/>
      <w:r w:rsidRPr="00B9457E">
        <w:t>]4 ,</w:t>
      </w:r>
      <w:proofErr w:type="spellStart"/>
      <w:r w:rsidRPr="00B9457E">
        <w:t>answ</w:t>
      </w:r>
      <w:proofErr w:type="spellEnd"/>
      <w:r w:rsidRPr="00B9457E">
        <w:t xml:space="preserve">]s t &gt;e mix$ numb]s m/ 2 </w:t>
      </w:r>
      <w:r>
        <w:tab/>
      </w:r>
      <w:r w:rsidRPr="00B9457E">
        <w:t xml:space="preserve">5t]$ z an </w:t>
      </w:r>
      <w:proofErr w:type="spellStart"/>
      <w:r w:rsidRPr="00B9457E">
        <w:t>improp</w:t>
      </w:r>
      <w:proofErr w:type="spellEnd"/>
      <w:r w:rsidRPr="00B9457E">
        <w:t xml:space="preserve">] </w:t>
      </w:r>
      <w:proofErr w:type="spellStart"/>
      <w:r w:rsidRPr="00B9457E">
        <w:t>frac;n</w:t>
      </w:r>
      <w:proofErr w:type="spellEnd"/>
      <w:r w:rsidRPr="00B9457E">
        <w:t xml:space="preserve"> or decimal4 </w:t>
      </w:r>
    </w:p>
    <w:p w:rsidR="00B9457E" w:rsidRDefault="00B9457E" w:rsidP="00B9457E">
      <w:r>
        <w:tab/>
      </w:r>
      <w:r>
        <w:tab/>
      </w:r>
      <w:r>
        <w:tab/>
      </w:r>
      <w:proofErr w:type="gramStart"/>
      <w:r w:rsidRPr="006D2331">
        <w:t>@.&lt;</w:t>
      </w:r>
      <w:proofErr w:type="gramEnd"/>
      <w:r w:rsidRPr="006D2331">
        <w:t>,texture 9dicates %ad$ &gt;ea4@.&gt;</w:t>
      </w:r>
    </w:p>
    <w:p w:rsidR="00B9457E" w:rsidRDefault="00B9457E"/>
    <w:p w:rsidR="00B9457E" w:rsidRDefault="00876598">
      <w:r>
        <w:rPr>
          <w:noProof/>
        </w:rPr>
        <w:object w:dxaOrig="1440" w:dyaOrig="1440">
          <v:shape id="_x0000_s1119" type="#_x0000_t75" style="position:absolute;margin-left:88.2pt;margin-top:-6.8pt;width:489.4pt;height:83.75pt;z-index:-251590656;mso-position-horizontal-relative:text;mso-position-vertical-relative:text">
            <v:imagedata r:id="rId9" o:title=""/>
          </v:shape>
          <o:OLEObject Type="Embed" ProgID="CorelDraw.Graphic.16" ShapeID="_x0000_s1119" DrawAspect="Content" ObjectID="_1680930633" r:id="rId38"/>
        </w:object>
      </w:r>
    </w:p>
    <w:p w:rsidR="00B9457E" w:rsidRDefault="00B9457E"/>
    <w:p w:rsidR="00B9457E" w:rsidRDefault="00B9457E"/>
    <w:p w:rsidR="00B9457E" w:rsidRDefault="00B9457E"/>
    <w:p w:rsidR="00B9457E" w:rsidRDefault="00B9457E"/>
    <w:p w:rsidR="00B9457E" w:rsidRDefault="00B9457E"/>
    <w:p w:rsidR="00B9457E" w:rsidRDefault="00B9457E"/>
    <w:p w:rsidR="00B9457E" w:rsidRDefault="00B9457E"/>
    <w:p w:rsidR="00B9457E" w:rsidRDefault="00B9457E">
      <w:r>
        <w:t xml:space="preserve">                                     #</w:t>
      </w:r>
      <w:proofErr w:type="spellStart"/>
      <w:r>
        <w:t>bc</w:t>
      </w:r>
      <w:proofErr w:type="spellEnd"/>
    </w:p>
    <w:p w:rsidR="00A3267F" w:rsidRDefault="00A3267F" w:rsidP="00A3267F">
      <w:r w:rsidRPr="00A3267F">
        <w:lastRenderedPageBreak/>
        <w:t>#</w:t>
      </w:r>
      <w:proofErr w:type="gramStart"/>
      <w:r w:rsidRPr="00A3267F">
        <w:t>bf ,</w:t>
      </w:r>
      <w:proofErr w:type="spellStart"/>
      <w:r w:rsidRPr="00A3267F">
        <w:t>katie</w:t>
      </w:r>
      <w:proofErr w:type="spellEnd"/>
      <w:proofErr w:type="gramEnd"/>
      <w:r w:rsidRPr="00A3267F">
        <w:t xml:space="preserve"> w complete a </w:t>
      </w:r>
      <w:proofErr w:type="spellStart"/>
      <w:r w:rsidRPr="00A3267F">
        <w:t>squ</w:t>
      </w:r>
      <w:proofErr w:type="spellEnd"/>
      <w:r w:rsidRPr="00A3267F">
        <w:t xml:space="preserve">&gt;e on ! </w:t>
      </w:r>
      <w:r>
        <w:t xml:space="preserve">  #</w:t>
      </w:r>
      <w:proofErr w:type="spellStart"/>
      <w:r>
        <w:t>af</w:t>
      </w:r>
      <w:proofErr w:type="spellEnd"/>
      <w:r>
        <w:t xml:space="preserve"> </w:t>
      </w:r>
    </w:p>
    <w:p w:rsidR="00A3267F" w:rsidRDefault="00A3267F">
      <w:r>
        <w:tab/>
      </w:r>
      <w:r>
        <w:tab/>
      </w:r>
      <w:r w:rsidRPr="00A3267F">
        <w:t>coord9ate plane4</w:t>
      </w:r>
    </w:p>
    <w:p w:rsidR="00A3267F" w:rsidRDefault="00A3267F"/>
    <w:p w:rsidR="00A3267F" w:rsidRDefault="00876598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121" type="#_x0000_t75" style="position:absolute;margin-left:0;margin-top:0;width:365.05pt;height:350.95pt;z-index:-251588608;mso-position-horizontal-relative:text;mso-position-vertical-relative:text">
            <v:imagedata r:id="rId39" o:title=""/>
          </v:shape>
          <o:OLEObject Type="Embed" ProgID="CorelDraw.Graphic.18" ShapeID="_x0000_s1121" DrawAspect="Content" ObjectID="_1680930634" r:id="rId40"/>
        </w:object>
      </w:r>
    </w:p>
    <w:p w:rsidR="00A3267F" w:rsidRDefault="00A3267F"/>
    <w:p w:rsidR="00A3267F" w:rsidRDefault="00A3267F"/>
    <w:p w:rsidR="00A3267F" w:rsidRDefault="00A3267F"/>
    <w:p w:rsidR="00A3267F" w:rsidRDefault="00A3267F"/>
    <w:p w:rsidR="00A3267F" w:rsidRDefault="00A3267F"/>
    <w:p w:rsidR="00A3267F" w:rsidRDefault="00A3267F"/>
    <w:p w:rsidR="00A3267F" w:rsidRDefault="00A3267F"/>
    <w:p w:rsidR="00A3267F" w:rsidRDefault="00A3267F"/>
    <w:p w:rsidR="00A3267F" w:rsidRDefault="00A3267F"/>
    <w:p w:rsidR="00A3267F" w:rsidRDefault="00A3267F"/>
    <w:p w:rsidR="00A3267F" w:rsidRDefault="00A3267F"/>
    <w:p w:rsidR="00A3267F" w:rsidRDefault="00A3267F"/>
    <w:p w:rsidR="00A3267F" w:rsidRDefault="00A3267F">
      <w:r>
        <w:tab/>
      </w:r>
      <w:r>
        <w:tab/>
      </w:r>
      <w:proofErr w:type="gramStart"/>
      <w:r w:rsidRPr="00A3267F">
        <w:t>,:</w:t>
      </w:r>
      <w:proofErr w:type="gramEnd"/>
      <w:r w:rsidRPr="00A3267F">
        <w:t xml:space="preserve"> coord9ate pair w complete ?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A3267F">
        <w:t>squ</w:t>
      </w:r>
      <w:proofErr w:type="spellEnd"/>
      <w:r w:rsidRPr="00A3267F">
        <w:t>&gt;e8</w:t>
      </w:r>
    </w:p>
    <w:p w:rsidR="00A3267F" w:rsidRDefault="00A3267F">
      <w:r w:rsidRPr="00A3267F">
        <w:t xml:space="preserve"> </w:t>
      </w:r>
      <w:r>
        <w:tab/>
      </w:r>
      <w:proofErr w:type="gramStart"/>
      <w:r w:rsidRPr="00A3267F">
        <w:t>,a</w:t>
      </w:r>
      <w:proofErr w:type="gramEnd"/>
      <w:r w:rsidRPr="00A3267F">
        <w:t xml:space="preserve"> "&lt;#b1 #c"&gt; </w:t>
      </w:r>
    </w:p>
    <w:p w:rsidR="00A3267F" w:rsidRDefault="00A3267F">
      <w:r>
        <w:tab/>
      </w:r>
      <w:proofErr w:type="gramStart"/>
      <w:r w:rsidRPr="00A3267F">
        <w:t>;,</w:t>
      </w:r>
      <w:proofErr w:type="gramEnd"/>
      <w:r w:rsidRPr="00A3267F">
        <w:t xml:space="preserve">b "&lt;#c1 #b"&gt; </w:t>
      </w:r>
    </w:p>
    <w:p w:rsidR="00A3267F" w:rsidRDefault="00A3267F">
      <w:r>
        <w:tab/>
      </w:r>
      <w:proofErr w:type="gramStart"/>
      <w:r w:rsidRPr="00A3267F">
        <w:t>;,</w:t>
      </w:r>
      <w:proofErr w:type="gramEnd"/>
      <w:r w:rsidRPr="00A3267F">
        <w:t xml:space="preserve">c "&lt;#d1 #a"&gt; </w:t>
      </w:r>
    </w:p>
    <w:p w:rsidR="00DE3559" w:rsidRDefault="00A3267F">
      <w:r>
        <w:tab/>
      </w:r>
      <w:proofErr w:type="gramStart"/>
      <w:r w:rsidRPr="00A3267F">
        <w:t>;,</w:t>
      </w:r>
      <w:proofErr w:type="gramEnd"/>
      <w:r w:rsidRPr="00A3267F">
        <w:t>d "&lt;#a1 #d"&gt;</w:t>
      </w:r>
    </w:p>
    <w:p w:rsidR="00DE3559" w:rsidRDefault="00DE3559"/>
    <w:p w:rsidR="00DE3559" w:rsidRDefault="00DE3559"/>
    <w:p w:rsidR="00DE3559" w:rsidRDefault="00DE3559">
      <w:r>
        <w:t xml:space="preserve">                                     #</w:t>
      </w:r>
      <w:proofErr w:type="spellStart"/>
      <w:r>
        <w:t>bd</w:t>
      </w:r>
      <w:proofErr w:type="spellEnd"/>
    </w:p>
    <w:p w:rsidR="00FC1B34" w:rsidRDefault="00810101">
      <w:r>
        <w:lastRenderedPageBreak/>
        <w:t xml:space="preserve">                                    </w:t>
      </w:r>
      <w:proofErr w:type="spellStart"/>
      <w:r>
        <w:t>A#ag</w:t>
      </w:r>
      <w:proofErr w:type="spellEnd"/>
    </w:p>
    <w:p w:rsidR="00FC1B34" w:rsidRDefault="00876598">
      <w:r w:rsidRPr="00876598"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125" type="#_x0000_t75" style="position:absolute;margin-left:0;margin-top:0;width:688.3pt;height:564.65pt;z-index:-251581440;mso-position-horizontal-relative:text;mso-position-vertical-relative:text">
            <v:imagedata r:id="rId41" o:title=""/>
          </v:shape>
          <o:OLEObject Type="Embed" ProgID="CorelDraw.Graphic.18" ShapeID="_x0000_s1125" DrawAspect="Content" ObjectID="_1680930635" r:id="rId42"/>
        </w:object>
      </w:r>
    </w:p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810101">
      <w:r>
        <w:t xml:space="preserve">                     </w:t>
      </w:r>
      <w:bookmarkStart w:id="0" w:name="_GoBack"/>
      <w:bookmarkEnd w:id="0"/>
      <w:r>
        <w:t xml:space="preserve">                #bf</w:t>
      </w:r>
    </w:p>
    <w:p w:rsidR="00BD2D17" w:rsidRDefault="00BD2D17">
      <w:r w:rsidRPr="00BD2D17">
        <w:lastRenderedPageBreak/>
        <w:t>#</w:t>
      </w:r>
      <w:proofErr w:type="gramStart"/>
      <w:r w:rsidRPr="00BD2D17">
        <w:t>ca ,:at</w:t>
      </w:r>
      <w:proofErr w:type="gramEnd"/>
      <w:r w:rsidRPr="00BD2D17">
        <w:t xml:space="preserve"> is ! &gt;</w:t>
      </w:r>
      <w:proofErr w:type="spellStart"/>
      <w:r w:rsidRPr="00BD2D17">
        <w:t>ea</w:t>
      </w:r>
      <w:proofErr w:type="spellEnd"/>
      <w:r w:rsidRPr="00BD2D17">
        <w:t xml:space="preserve"> </w:t>
      </w:r>
      <w:proofErr w:type="gramStart"/>
      <w:r w:rsidRPr="00BD2D17">
        <w:t>( !</w:t>
      </w:r>
      <w:proofErr w:type="gramEnd"/>
      <w:r w:rsidRPr="00BD2D17">
        <w:t xml:space="preserve"> rectangle8</w:t>
      </w:r>
      <w:r>
        <w:t xml:space="preserve">    </w:t>
      </w:r>
      <w:proofErr w:type="spellStart"/>
      <w:r>
        <w:t>a#ah</w:t>
      </w:r>
      <w:proofErr w:type="spellEnd"/>
    </w:p>
    <w:p w:rsidR="00BD2D17" w:rsidRDefault="00876598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123" type="#_x0000_t75" style="position:absolute;margin-left:30pt;margin-top:28.8pt;width:374.4pt;height:202.75pt;z-index:-251585536;mso-position-horizontal-relative:text;mso-position-vertical-relative:text">
            <v:imagedata r:id="rId43" o:title=""/>
          </v:shape>
          <o:OLEObject Type="Embed" ProgID="CorelDraw.Graphic.18" ShapeID="_x0000_s1123" DrawAspect="Content" ObjectID="_1680930636" r:id="rId44"/>
        </w:object>
      </w:r>
    </w:p>
    <w:p w:rsidR="00BD2D17" w:rsidRDefault="00BD2D17"/>
    <w:p w:rsidR="00BD2D17" w:rsidRDefault="00BD2D17"/>
    <w:p w:rsidR="00BD2D17" w:rsidRDefault="00BD2D17"/>
    <w:p w:rsidR="00BD2D17" w:rsidRDefault="00BD2D17"/>
    <w:p w:rsidR="00BD2D17" w:rsidRDefault="00BD2D17"/>
    <w:p w:rsidR="00DE715C" w:rsidRDefault="00DE715C"/>
    <w:p w:rsidR="00DE715C" w:rsidRDefault="00DE715C"/>
    <w:p w:rsidR="00BD2D17" w:rsidRDefault="00BD2D17"/>
    <w:p w:rsidR="00BD2D17" w:rsidRDefault="006E6FCF">
      <w:r>
        <w:tab/>
      </w:r>
      <w:proofErr w:type="gramStart"/>
      <w:r w:rsidR="00BD2D17" w:rsidRPr="00BD2D17">
        <w:t>,a</w:t>
      </w:r>
      <w:proofErr w:type="gramEnd"/>
      <w:r w:rsidR="00BD2D17" w:rsidRPr="00BD2D17">
        <w:t xml:space="preserve"> #a/c </w:t>
      </w:r>
      <w:proofErr w:type="spellStart"/>
      <w:r w:rsidR="00BD2D17" w:rsidRPr="00BD2D17">
        <w:t>squ</w:t>
      </w:r>
      <w:proofErr w:type="spellEnd"/>
      <w:r w:rsidR="00BD2D17" w:rsidRPr="00BD2D17">
        <w:t>&gt;e met]</w:t>
      </w:r>
    </w:p>
    <w:p w:rsidR="00BD2D17" w:rsidRDefault="006E6FCF">
      <w:r>
        <w:tab/>
      </w:r>
      <w:proofErr w:type="gramStart"/>
      <w:r w:rsidR="00BD2D17" w:rsidRPr="00BD2D17">
        <w:t>;,</w:t>
      </w:r>
      <w:proofErr w:type="gramEnd"/>
      <w:r w:rsidR="00BD2D17" w:rsidRPr="00BD2D17">
        <w:t xml:space="preserve">b #a/f </w:t>
      </w:r>
      <w:proofErr w:type="spellStart"/>
      <w:r w:rsidR="00BD2D17" w:rsidRPr="00BD2D17">
        <w:t>squ</w:t>
      </w:r>
      <w:proofErr w:type="spellEnd"/>
      <w:r w:rsidR="00BD2D17" w:rsidRPr="00BD2D17">
        <w:t xml:space="preserve">&gt;e met] </w:t>
      </w:r>
    </w:p>
    <w:p w:rsidR="00BD2D17" w:rsidRDefault="006E6FCF">
      <w:r>
        <w:tab/>
      </w:r>
      <w:proofErr w:type="gramStart"/>
      <w:r w:rsidR="00BD2D17" w:rsidRPr="00BD2D17">
        <w:t>;,</w:t>
      </w:r>
      <w:proofErr w:type="gramEnd"/>
      <w:r w:rsidR="00BD2D17" w:rsidRPr="00BD2D17">
        <w:t>c #</w:t>
      </w:r>
      <w:proofErr w:type="spellStart"/>
      <w:r w:rsidR="00BD2D17" w:rsidRPr="00BD2D17">
        <w:t>a#a</w:t>
      </w:r>
      <w:proofErr w:type="spellEnd"/>
      <w:r w:rsidR="00BD2D17" w:rsidRPr="00BD2D17">
        <w:t xml:space="preserve">/f </w:t>
      </w:r>
      <w:proofErr w:type="spellStart"/>
      <w:r w:rsidR="00BD2D17" w:rsidRPr="00BD2D17">
        <w:t>squ</w:t>
      </w:r>
      <w:proofErr w:type="spellEnd"/>
      <w:r w:rsidR="00BD2D17" w:rsidRPr="00BD2D17">
        <w:t xml:space="preserve">&gt;e met]s </w:t>
      </w:r>
    </w:p>
    <w:p w:rsidR="00FC1B34" w:rsidRDefault="006E6FCF">
      <w:r>
        <w:tab/>
      </w:r>
      <w:proofErr w:type="gramStart"/>
      <w:r w:rsidR="00BD2D17" w:rsidRPr="00BD2D17">
        <w:t>;,</w:t>
      </w:r>
      <w:proofErr w:type="gramEnd"/>
      <w:r w:rsidR="00BD2D17" w:rsidRPr="00BD2D17">
        <w:t>d #</w:t>
      </w:r>
      <w:proofErr w:type="spellStart"/>
      <w:r w:rsidR="00BD2D17" w:rsidRPr="00BD2D17">
        <w:t>a#a</w:t>
      </w:r>
      <w:proofErr w:type="spellEnd"/>
      <w:r w:rsidR="00BD2D17" w:rsidRPr="00BD2D17">
        <w:t xml:space="preserve">/c </w:t>
      </w:r>
      <w:proofErr w:type="spellStart"/>
      <w:r w:rsidR="00BD2D17" w:rsidRPr="00BD2D17">
        <w:t>squ</w:t>
      </w:r>
      <w:proofErr w:type="spellEnd"/>
      <w:r w:rsidR="00BD2D17" w:rsidRPr="00BD2D17">
        <w:t>&gt;e met]s</w:t>
      </w:r>
    </w:p>
    <w:p w:rsidR="00FC1B34" w:rsidRDefault="00FC1B34"/>
    <w:p w:rsidR="00FC1B34" w:rsidRDefault="00FC1B34"/>
    <w:p w:rsidR="00FC1B34" w:rsidRDefault="00FC1B34"/>
    <w:p w:rsidR="00DE715C" w:rsidRDefault="00DE715C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6E6FCF">
      <w:r>
        <w:t xml:space="preserve">                                     #</w:t>
      </w:r>
      <w:proofErr w:type="spellStart"/>
      <w:r>
        <w:t>bh</w:t>
      </w:r>
      <w:proofErr w:type="spellEnd"/>
    </w:p>
    <w:p w:rsidR="00F13E0B" w:rsidRDefault="00F13E0B" w:rsidP="00F13E0B">
      <w:r>
        <w:lastRenderedPageBreak/>
        <w:t xml:space="preserve">                          </w:t>
      </w:r>
      <w:r w:rsidR="00FD7ED2">
        <w:t xml:space="preserve">  </w:t>
      </w:r>
      <w:r w:rsidR="00143E30">
        <w:t xml:space="preserve">        </w:t>
      </w:r>
      <w:proofErr w:type="spellStart"/>
      <w:r>
        <w:t>A#ba</w:t>
      </w:r>
      <w:proofErr w:type="spellEnd"/>
    </w:p>
    <w:p w:rsidR="00143E30" w:rsidRDefault="00143E30" w:rsidP="00143E30">
      <w:proofErr w:type="gramStart"/>
      <w:r w:rsidRPr="00143E30">
        <w:t>,fun</w:t>
      </w:r>
      <w:proofErr w:type="gramEnd"/>
      <w:r w:rsidRPr="00143E30">
        <w:t xml:space="preserve"> ,p&gt;k ,</w:t>
      </w:r>
      <w:proofErr w:type="spellStart"/>
      <w:r w:rsidRPr="00143E30">
        <w:t>mon?ly</w:t>
      </w:r>
      <w:proofErr w:type="spellEnd"/>
      <w:r w:rsidR="00F13E0B">
        <w:t xml:space="preserve"> </w:t>
      </w:r>
      <w:r w:rsidR="00F13E0B" w:rsidRPr="00143E30">
        <w:t>,att5d.e #</w:t>
      </w:r>
      <w:proofErr w:type="spellStart"/>
      <w:r w:rsidR="00F13E0B" w:rsidRPr="00143E30">
        <w:t>bjag</w:t>
      </w:r>
      <w:proofErr w:type="spellEnd"/>
      <w:r w:rsidRPr="00143E30">
        <w:t xml:space="preserve"> </w:t>
      </w:r>
      <w:r w:rsidR="00F13E0B">
        <w:t xml:space="preserve"> </w:t>
      </w:r>
      <w:r>
        <w:t xml:space="preserve">  </w:t>
      </w:r>
    </w:p>
    <w:p w:rsidR="00FC1B34" w:rsidRDefault="00876598">
      <w:r>
        <w:rPr>
          <w:rFonts w:asciiTheme="minorHAnsi" w:eastAsiaTheme="minorEastAsia" w:hAnsiTheme="minorHAnsi" w:cstheme="minorBidi"/>
          <w:noProof/>
          <w:sz w:val="22"/>
          <w:szCs w:val="22"/>
        </w:rPr>
        <w:object w:dxaOrig="1440" w:dyaOrig="1440">
          <v:shape id="_x0000_s1124" type="#_x0000_t75" style="position:absolute;margin-left:0;margin-top:16.9pt;width:712.8pt;height:473.3pt;z-index:-251583488;mso-position-horizontal-relative:text;mso-position-vertical-relative:text">
            <v:imagedata r:id="rId45" o:title=""/>
          </v:shape>
          <o:OLEObject Type="Embed" ProgID="CorelDraw.Graphic.18" ShapeID="_x0000_s1124" DrawAspect="Content" ObjectID="_1680930637" r:id="rId46"/>
        </w:object>
      </w:r>
      <w:r w:rsidR="00143E30">
        <w:t xml:space="preserve">           </w:t>
      </w:r>
      <w:r w:rsidR="00FD7ED2">
        <w:t xml:space="preserve">                                 </w:t>
      </w:r>
    </w:p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FC1B34" w:rsidRDefault="00FC1B34"/>
    <w:p w:rsidR="00B20BB6" w:rsidRPr="003F33E6" w:rsidRDefault="00DD72FB" w:rsidP="003F33E6">
      <w:r>
        <w:t xml:space="preserve">                                     </w:t>
      </w:r>
      <w:r w:rsidR="002F28E0">
        <w:t>#cb</w:t>
      </w:r>
      <w:r w:rsidR="003F33E6">
        <w:t xml:space="preserve">                            </w:t>
      </w:r>
    </w:p>
    <w:sectPr w:rsidR="00B20BB6" w:rsidRPr="003F33E6" w:rsidSect="00566CE4">
      <w:pgSz w:w="16560" w:h="15840" w:code="123"/>
      <w:pgMar w:top="720" w:right="720" w:bottom="547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raille29">
    <w:panose1 w:val="020703040202050204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57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85"/>
    <w:rsid w:val="0000086B"/>
    <w:rsid w:val="00007C72"/>
    <w:rsid w:val="000122CB"/>
    <w:rsid w:val="00016ACB"/>
    <w:rsid w:val="00025798"/>
    <w:rsid w:val="00032826"/>
    <w:rsid w:val="00032907"/>
    <w:rsid w:val="000357C6"/>
    <w:rsid w:val="00054484"/>
    <w:rsid w:val="00057473"/>
    <w:rsid w:val="00060A46"/>
    <w:rsid w:val="0006178A"/>
    <w:rsid w:val="00065657"/>
    <w:rsid w:val="00073CF8"/>
    <w:rsid w:val="000740F8"/>
    <w:rsid w:val="0008187C"/>
    <w:rsid w:val="000867F3"/>
    <w:rsid w:val="000875D2"/>
    <w:rsid w:val="0008798C"/>
    <w:rsid w:val="00087D42"/>
    <w:rsid w:val="000976C8"/>
    <w:rsid w:val="000A1CC8"/>
    <w:rsid w:val="000A24F5"/>
    <w:rsid w:val="000A600C"/>
    <w:rsid w:val="000B2C63"/>
    <w:rsid w:val="000B6945"/>
    <w:rsid w:val="000C01DB"/>
    <w:rsid w:val="000C6181"/>
    <w:rsid w:val="000D2DF1"/>
    <w:rsid w:val="000D6CF2"/>
    <w:rsid w:val="000E6A95"/>
    <w:rsid w:val="000E710A"/>
    <w:rsid w:val="000E75CD"/>
    <w:rsid w:val="000F0C2E"/>
    <w:rsid w:val="000F3890"/>
    <w:rsid w:val="001026EE"/>
    <w:rsid w:val="00105F26"/>
    <w:rsid w:val="0011184C"/>
    <w:rsid w:val="0011588D"/>
    <w:rsid w:val="0012445F"/>
    <w:rsid w:val="0012600A"/>
    <w:rsid w:val="0012657A"/>
    <w:rsid w:val="001266F5"/>
    <w:rsid w:val="00137F32"/>
    <w:rsid w:val="00143E30"/>
    <w:rsid w:val="001513D5"/>
    <w:rsid w:val="00151429"/>
    <w:rsid w:val="00151F4F"/>
    <w:rsid w:val="001711BF"/>
    <w:rsid w:val="00171314"/>
    <w:rsid w:val="00171779"/>
    <w:rsid w:val="00173503"/>
    <w:rsid w:val="00174454"/>
    <w:rsid w:val="00184961"/>
    <w:rsid w:val="00186846"/>
    <w:rsid w:val="00191380"/>
    <w:rsid w:val="00194247"/>
    <w:rsid w:val="00196EAE"/>
    <w:rsid w:val="001B033F"/>
    <w:rsid w:val="001B7A2F"/>
    <w:rsid w:val="001C4412"/>
    <w:rsid w:val="001C56AF"/>
    <w:rsid w:val="001C6B5C"/>
    <w:rsid w:val="001C75B5"/>
    <w:rsid w:val="001D2D1F"/>
    <w:rsid w:val="001D34B1"/>
    <w:rsid w:val="001D705E"/>
    <w:rsid w:val="001E2B69"/>
    <w:rsid w:val="001F01D6"/>
    <w:rsid w:val="001F3A5B"/>
    <w:rsid w:val="001F4D76"/>
    <w:rsid w:val="00205D44"/>
    <w:rsid w:val="00207214"/>
    <w:rsid w:val="00211EFA"/>
    <w:rsid w:val="002133E8"/>
    <w:rsid w:val="002145E6"/>
    <w:rsid w:val="00223E9C"/>
    <w:rsid w:val="00226129"/>
    <w:rsid w:val="00227C56"/>
    <w:rsid w:val="00237CE2"/>
    <w:rsid w:val="00246F21"/>
    <w:rsid w:val="002645D9"/>
    <w:rsid w:val="00271010"/>
    <w:rsid w:val="00273545"/>
    <w:rsid w:val="00274DAB"/>
    <w:rsid w:val="00281D81"/>
    <w:rsid w:val="00295A05"/>
    <w:rsid w:val="002A23C0"/>
    <w:rsid w:val="002A7D10"/>
    <w:rsid w:val="002B6DE8"/>
    <w:rsid w:val="002C1C42"/>
    <w:rsid w:val="002C1D9B"/>
    <w:rsid w:val="002C2DBF"/>
    <w:rsid w:val="002C7D08"/>
    <w:rsid w:val="002D0A20"/>
    <w:rsid w:val="002D4F2E"/>
    <w:rsid w:val="002E5B02"/>
    <w:rsid w:val="002F28E0"/>
    <w:rsid w:val="002F3833"/>
    <w:rsid w:val="003033C2"/>
    <w:rsid w:val="00310119"/>
    <w:rsid w:val="00310E69"/>
    <w:rsid w:val="003171FF"/>
    <w:rsid w:val="00317445"/>
    <w:rsid w:val="00320646"/>
    <w:rsid w:val="00320B2B"/>
    <w:rsid w:val="003454B4"/>
    <w:rsid w:val="003456E6"/>
    <w:rsid w:val="0034783C"/>
    <w:rsid w:val="00357E86"/>
    <w:rsid w:val="00373994"/>
    <w:rsid w:val="0037411C"/>
    <w:rsid w:val="00375426"/>
    <w:rsid w:val="00377A74"/>
    <w:rsid w:val="00380F3F"/>
    <w:rsid w:val="003839BE"/>
    <w:rsid w:val="00385E86"/>
    <w:rsid w:val="00391321"/>
    <w:rsid w:val="00391459"/>
    <w:rsid w:val="00391C74"/>
    <w:rsid w:val="00396119"/>
    <w:rsid w:val="003A368C"/>
    <w:rsid w:val="003B562C"/>
    <w:rsid w:val="003B5A3E"/>
    <w:rsid w:val="003B5DC8"/>
    <w:rsid w:val="003B67DB"/>
    <w:rsid w:val="003B7461"/>
    <w:rsid w:val="003D455D"/>
    <w:rsid w:val="003D6719"/>
    <w:rsid w:val="003E376B"/>
    <w:rsid w:val="003E3BDE"/>
    <w:rsid w:val="003E5A54"/>
    <w:rsid w:val="003E7CDF"/>
    <w:rsid w:val="003F09B0"/>
    <w:rsid w:val="003F33E6"/>
    <w:rsid w:val="00400CE9"/>
    <w:rsid w:val="00400D40"/>
    <w:rsid w:val="00402A6C"/>
    <w:rsid w:val="00404374"/>
    <w:rsid w:val="0040496C"/>
    <w:rsid w:val="00407537"/>
    <w:rsid w:val="00407D7C"/>
    <w:rsid w:val="004129C4"/>
    <w:rsid w:val="004147BD"/>
    <w:rsid w:val="00416EDC"/>
    <w:rsid w:val="004269B8"/>
    <w:rsid w:val="00433014"/>
    <w:rsid w:val="0043508D"/>
    <w:rsid w:val="004412D8"/>
    <w:rsid w:val="00471748"/>
    <w:rsid w:val="00475481"/>
    <w:rsid w:val="004761DE"/>
    <w:rsid w:val="00477ADA"/>
    <w:rsid w:val="00480088"/>
    <w:rsid w:val="00480FFE"/>
    <w:rsid w:val="0048302E"/>
    <w:rsid w:val="004830D5"/>
    <w:rsid w:val="0048418B"/>
    <w:rsid w:val="00485DD8"/>
    <w:rsid w:val="004863A1"/>
    <w:rsid w:val="00487F09"/>
    <w:rsid w:val="004A11C8"/>
    <w:rsid w:val="004B1CEC"/>
    <w:rsid w:val="004B235C"/>
    <w:rsid w:val="004B2916"/>
    <w:rsid w:val="004B2CFA"/>
    <w:rsid w:val="004C64F9"/>
    <w:rsid w:val="004C7694"/>
    <w:rsid w:val="004D4185"/>
    <w:rsid w:val="004D457E"/>
    <w:rsid w:val="004D50A5"/>
    <w:rsid w:val="004D7885"/>
    <w:rsid w:val="004E6E9C"/>
    <w:rsid w:val="004F3911"/>
    <w:rsid w:val="004F6259"/>
    <w:rsid w:val="004F76E8"/>
    <w:rsid w:val="00500CF2"/>
    <w:rsid w:val="00506E17"/>
    <w:rsid w:val="00516F1D"/>
    <w:rsid w:val="005171BF"/>
    <w:rsid w:val="00522B03"/>
    <w:rsid w:val="00526D3C"/>
    <w:rsid w:val="005313CC"/>
    <w:rsid w:val="00536AB2"/>
    <w:rsid w:val="005446BD"/>
    <w:rsid w:val="0054544B"/>
    <w:rsid w:val="005524E2"/>
    <w:rsid w:val="00552E8C"/>
    <w:rsid w:val="00554DB9"/>
    <w:rsid w:val="00557463"/>
    <w:rsid w:val="00560E17"/>
    <w:rsid w:val="00562499"/>
    <w:rsid w:val="005624F6"/>
    <w:rsid w:val="00566CE4"/>
    <w:rsid w:val="00566FD2"/>
    <w:rsid w:val="00582419"/>
    <w:rsid w:val="005846C5"/>
    <w:rsid w:val="005971E1"/>
    <w:rsid w:val="005A1E9C"/>
    <w:rsid w:val="005A44E7"/>
    <w:rsid w:val="005A77FC"/>
    <w:rsid w:val="005B7C3F"/>
    <w:rsid w:val="005C0CED"/>
    <w:rsid w:val="005C2A3E"/>
    <w:rsid w:val="005C3127"/>
    <w:rsid w:val="005C480E"/>
    <w:rsid w:val="005D3D16"/>
    <w:rsid w:val="005E15C5"/>
    <w:rsid w:val="005E7A7F"/>
    <w:rsid w:val="005F1BF4"/>
    <w:rsid w:val="005F5CA9"/>
    <w:rsid w:val="00616859"/>
    <w:rsid w:val="00620D5D"/>
    <w:rsid w:val="00626B53"/>
    <w:rsid w:val="00631016"/>
    <w:rsid w:val="00634E0D"/>
    <w:rsid w:val="006357CB"/>
    <w:rsid w:val="0064110D"/>
    <w:rsid w:val="00645064"/>
    <w:rsid w:val="00645479"/>
    <w:rsid w:val="006562B7"/>
    <w:rsid w:val="0066017F"/>
    <w:rsid w:val="00662283"/>
    <w:rsid w:val="006642AA"/>
    <w:rsid w:val="006648C5"/>
    <w:rsid w:val="00664BCA"/>
    <w:rsid w:val="00691811"/>
    <w:rsid w:val="00694699"/>
    <w:rsid w:val="00694927"/>
    <w:rsid w:val="00695469"/>
    <w:rsid w:val="006A5685"/>
    <w:rsid w:val="006A6FF3"/>
    <w:rsid w:val="006B5BB9"/>
    <w:rsid w:val="006C2762"/>
    <w:rsid w:val="006C65B6"/>
    <w:rsid w:val="006D21DB"/>
    <w:rsid w:val="006D2331"/>
    <w:rsid w:val="006D518B"/>
    <w:rsid w:val="006D5DA6"/>
    <w:rsid w:val="006E247C"/>
    <w:rsid w:val="006E277F"/>
    <w:rsid w:val="006E3EDB"/>
    <w:rsid w:val="006E63BA"/>
    <w:rsid w:val="006E6FCF"/>
    <w:rsid w:val="006F0C19"/>
    <w:rsid w:val="006F4145"/>
    <w:rsid w:val="00703665"/>
    <w:rsid w:val="00703FB0"/>
    <w:rsid w:val="00707DE0"/>
    <w:rsid w:val="00726BF1"/>
    <w:rsid w:val="0073337E"/>
    <w:rsid w:val="00746590"/>
    <w:rsid w:val="00753FF7"/>
    <w:rsid w:val="007556EC"/>
    <w:rsid w:val="0075583E"/>
    <w:rsid w:val="007579F9"/>
    <w:rsid w:val="00760C12"/>
    <w:rsid w:val="00765DC2"/>
    <w:rsid w:val="00767D2D"/>
    <w:rsid w:val="00781BD9"/>
    <w:rsid w:val="00784EB4"/>
    <w:rsid w:val="00793CE4"/>
    <w:rsid w:val="007A04E0"/>
    <w:rsid w:val="007A1FC0"/>
    <w:rsid w:val="007B0771"/>
    <w:rsid w:val="007B71F2"/>
    <w:rsid w:val="007B7D7D"/>
    <w:rsid w:val="007C0810"/>
    <w:rsid w:val="007D1445"/>
    <w:rsid w:val="007D7384"/>
    <w:rsid w:val="007E085A"/>
    <w:rsid w:val="007E4076"/>
    <w:rsid w:val="007F7F25"/>
    <w:rsid w:val="00801154"/>
    <w:rsid w:val="008040D9"/>
    <w:rsid w:val="00805CF9"/>
    <w:rsid w:val="00806104"/>
    <w:rsid w:val="00810101"/>
    <w:rsid w:val="00811A4B"/>
    <w:rsid w:val="00814F11"/>
    <w:rsid w:val="00831A05"/>
    <w:rsid w:val="00841358"/>
    <w:rsid w:val="0084159B"/>
    <w:rsid w:val="00852C80"/>
    <w:rsid w:val="00857377"/>
    <w:rsid w:val="00861FDC"/>
    <w:rsid w:val="00863434"/>
    <w:rsid w:val="00866A2B"/>
    <w:rsid w:val="00866D98"/>
    <w:rsid w:val="008764EE"/>
    <w:rsid w:val="00876598"/>
    <w:rsid w:val="00881999"/>
    <w:rsid w:val="00883BC1"/>
    <w:rsid w:val="00890EAD"/>
    <w:rsid w:val="00893086"/>
    <w:rsid w:val="00894AFF"/>
    <w:rsid w:val="008A29D5"/>
    <w:rsid w:val="008A352B"/>
    <w:rsid w:val="008A4387"/>
    <w:rsid w:val="008A5D3B"/>
    <w:rsid w:val="008A6DBD"/>
    <w:rsid w:val="008A7321"/>
    <w:rsid w:val="008B18F2"/>
    <w:rsid w:val="008B43C5"/>
    <w:rsid w:val="008B5121"/>
    <w:rsid w:val="008C4D73"/>
    <w:rsid w:val="008D4277"/>
    <w:rsid w:val="008D4FF6"/>
    <w:rsid w:val="008E086B"/>
    <w:rsid w:val="008E424F"/>
    <w:rsid w:val="008E5034"/>
    <w:rsid w:val="008F06C4"/>
    <w:rsid w:val="008F327F"/>
    <w:rsid w:val="008F4E1A"/>
    <w:rsid w:val="008F546B"/>
    <w:rsid w:val="008F6879"/>
    <w:rsid w:val="008F7023"/>
    <w:rsid w:val="008F7243"/>
    <w:rsid w:val="0090059C"/>
    <w:rsid w:val="00901ABB"/>
    <w:rsid w:val="00902A72"/>
    <w:rsid w:val="00904DCE"/>
    <w:rsid w:val="00912206"/>
    <w:rsid w:val="0091407F"/>
    <w:rsid w:val="009264C7"/>
    <w:rsid w:val="0093334F"/>
    <w:rsid w:val="009423DD"/>
    <w:rsid w:val="00945CC0"/>
    <w:rsid w:val="00946576"/>
    <w:rsid w:val="00947636"/>
    <w:rsid w:val="00950563"/>
    <w:rsid w:val="009514CF"/>
    <w:rsid w:val="00954762"/>
    <w:rsid w:val="009564B9"/>
    <w:rsid w:val="00970CB2"/>
    <w:rsid w:val="00971142"/>
    <w:rsid w:val="00975620"/>
    <w:rsid w:val="009756E8"/>
    <w:rsid w:val="009823C2"/>
    <w:rsid w:val="00985F06"/>
    <w:rsid w:val="00986790"/>
    <w:rsid w:val="00992686"/>
    <w:rsid w:val="00992AFB"/>
    <w:rsid w:val="009A14CE"/>
    <w:rsid w:val="009A38B1"/>
    <w:rsid w:val="009A43D5"/>
    <w:rsid w:val="009A511D"/>
    <w:rsid w:val="009B2F9B"/>
    <w:rsid w:val="009C0C4F"/>
    <w:rsid w:val="009C15B6"/>
    <w:rsid w:val="009C4EFD"/>
    <w:rsid w:val="009C7011"/>
    <w:rsid w:val="009D00A0"/>
    <w:rsid w:val="009D033A"/>
    <w:rsid w:val="009D1ECC"/>
    <w:rsid w:val="009D2742"/>
    <w:rsid w:val="009E16BA"/>
    <w:rsid w:val="009E7589"/>
    <w:rsid w:val="00A000B0"/>
    <w:rsid w:val="00A04788"/>
    <w:rsid w:val="00A04BDD"/>
    <w:rsid w:val="00A05557"/>
    <w:rsid w:val="00A06E84"/>
    <w:rsid w:val="00A12615"/>
    <w:rsid w:val="00A15A89"/>
    <w:rsid w:val="00A25262"/>
    <w:rsid w:val="00A3267F"/>
    <w:rsid w:val="00A34643"/>
    <w:rsid w:val="00A355A5"/>
    <w:rsid w:val="00A41771"/>
    <w:rsid w:val="00A5189E"/>
    <w:rsid w:val="00A54551"/>
    <w:rsid w:val="00A6284D"/>
    <w:rsid w:val="00A71158"/>
    <w:rsid w:val="00A75F33"/>
    <w:rsid w:val="00A83EC7"/>
    <w:rsid w:val="00A8546E"/>
    <w:rsid w:val="00A86EFB"/>
    <w:rsid w:val="00A910F4"/>
    <w:rsid w:val="00A91644"/>
    <w:rsid w:val="00A94DB8"/>
    <w:rsid w:val="00AA0205"/>
    <w:rsid w:val="00AA5FB7"/>
    <w:rsid w:val="00AB2CCE"/>
    <w:rsid w:val="00AB7D97"/>
    <w:rsid w:val="00AC1AED"/>
    <w:rsid w:val="00AC5223"/>
    <w:rsid w:val="00AC7CE9"/>
    <w:rsid w:val="00AD0971"/>
    <w:rsid w:val="00AD139F"/>
    <w:rsid w:val="00AD2653"/>
    <w:rsid w:val="00AD3484"/>
    <w:rsid w:val="00AD5B3A"/>
    <w:rsid w:val="00AD6287"/>
    <w:rsid w:val="00AE0E09"/>
    <w:rsid w:val="00AE2025"/>
    <w:rsid w:val="00AE3429"/>
    <w:rsid w:val="00AE4C74"/>
    <w:rsid w:val="00AE5885"/>
    <w:rsid w:val="00B10F59"/>
    <w:rsid w:val="00B11E73"/>
    <w:rsid w:val="00B163F1"/>
    <w:rsid w:val="00B16803"/>
    <w:rsid w:val="00B20BB6"/>
    <w:rsid w:val="00B310E1"/>
    <w:rsid w:val="00B32235"/>
    <w:rsid w:val="00B35B0C"/>
    <w:rsid w:val="00B4248E"/>
    <w:rsid w:val="00B443AE"/>
    <w:rsid w:val="00B45875"/>
    <w:rsid w:val="00B46B83"/>
    <w:rsid w:val="00B4770F"/>
    <w:rsid w:val="00B61019"/>
    <w:rsid w:val="00B629E6"/>
    <w:rsid w:val="00B63186"/>
    <w:rsid w:val="00B67C49"/>
    <w:rsid w:val="00B77918"/>
    <w:rsid w:val="00B84FB6"/>
    <w:rsid w:val="00B9201E"/>
    <w:rsid w:val="00B9457E"/>
    <w:rsid w:val="00BA3033"/>
    <w:rsid w:val="00BB3592"/>
    <w:rsid w:val="00BB4842"/>
    <w:rsid w:val="00BB58B2"/>
    <w:rsid w:val="00BD2D17"/>
    <w:rsid w:val="00BD5068"/>
    <w:rsid w:val="00BE73E9"/>
    <w:rsid w:val="00BF0041"/>
    <w:rsid w:val="00BF38FA"/>
    <w:rsid w:val="00C10EC8"/>
    <w:rsid w:val="00C13660"/>
    <w:rsid w:val="00C14B4C"/>
    <w:rsid w:val="00C31F2B"/>
    <w:rsid w:val="00C33126"/>
    <w:rsid w:val="00C361D8"/>
    <w:rsid w:val="00C45012"/>
    <w:rsid w:val="00C45AAD"/>
    <w:rsid w:val="00C46597"/>
    <w:rsid w:val="00C56222"/>
    <w:rsid w:val="00C641FA"/>
    <w:rsid w:val="00C67B2D"/>
    <w:rsid w:val="00C72BA3"/>
    <w:rsid w:val="00C74A18"/>
    <w:rsid w:val="00C80955"/>
    <w:rsid w:val="00C83331"/>
    <w:rsid w:val="00C86CDE"/>
    <w:rsid w:val="00CA1122"/>
    <w:rsid w:val="00CA2E3D"/>
    <w:rsid w:val="00CA5E27"/>
    <w:rsid w:val="00CC1386"/>
    <w:rsid w:val="00CC33FA"/>
    <w:rsid w:val="00CD20A3"/>
    <w:rsid w:val="00CE17F8"/>
    <w:rsid w:val="00CE6E74"/>
    <w:rsid w:val="00CE7D46"/>
    <w:rsid w:val="00CF3731"/>
    <w:rsid w:val="00D1094D"/>
    <w:rsid w:val="00D2213D"/>
    <w:rsid w:val="00D25A20"/>
    <w:rsid w:val="00D25D18"/>
    <w:rsid w:val="00D2701C"/>
    <w:rsid w:val="00D314D1"/>
    <w:rsid w:val="00D33220"/>
    <w:rsid w:val="00D430B7"/>
    <w:rsid w:val="00D4633A"/>
    <w:rsid w:val="00D47DFD"/>
    <w:rsid w:val="00D50F2C"/>
    <w:rsid w:val="00D51420"/>
    <w:rsid w:val="00D55641"/>
    <w:rsid w:val="00D57612"/>
    <w:rsid w:val="00D57688"/>
    <w:rsid w:val="00D6464B"/>
    <w:rsid w:val="00D809B1"/>
    <w:rsid w:val="00D9116F"/>
    <w:rsid w:val="00D9282A"/>
    <w:rsid w:val="00D95232"/>
    <w:rsid w:val="00D964DC"/>
    <w:rsid w:val="00D9732D"/>
    <w:rsid w:val="00DA351F"/>
    <w:rsid w:val="00DB5553"/>
    <w:rsid w:val="00DD4868"/>
    <w:rsid w:val="00DD72FB"/>
    <w:rsid w:val="00DE3559"/>
    <w:rsid w:val="00DE3A3D"/>
    <w:rsid w:val="00DE3A63"/>
    <w:rsid w:val="00DE715C"/>
    <w:rsid w:val="00DF76F9"/>
    <w:rsid w:val="00E0165B"/>
    <w:rsid w:val="00E01E4B"/>
    <w:rsid w:val="00E05B9A"/>
    <w:rsid w:val="00E105DB"/>
    <w:rsid w:val="00E10666"/>
    <w:rsid w:val="00E11B88"/>
    <w:rsid w:val="00E12B29"/>
    <w:rsid w:val="00E13AF6"/>
    <w:rsid w:val="00E23AF7"/>
    <w:rsid w:val="00E45A94"/>
    <w:rsid w:val="00E45CA4"/>
    <w:rsid w:val="00E476A0"/>
    <w:rsid w:val="00E5144C"/>
    <w:rsid w:val="00E541F3"/>
    <w:rsid w:val="00E5505D"/>
    <w:rsid w:val="00E63772"/>
    <w:rsid w:val="00E65572"/>
    <w:rsid w:val="00E66043"/>
    <w:rsid w:val="00E7259B"/>
    <w:rsid w:val="00E83A1B"/>
    <w:rsid w:val="00E85643"/>
    <w:rsid w:val="00E87DE1"/>
    <w:rsid w:val="00EB1D64"/>
    <w:rsid w:val="00EC22AC"/>
    <w:rsid w:val="00ED56B2"/>
    <w:rsid w:val="00EE13EA"/>
    <w:rsid w:val="00EE56EF"/>
    <w:rsid w:val="00EE6158"/>
    <w:rsid w:val="00EE7B8C"/>
    <w:rsid w:val="00F03841"/>
    <w:rsid w:val="00F05C57"/>
    <w:rsid w:val="00F12D86"/>
    <w:rsid w:val="00F13926"/>
    <w:rsid w:val="00F13E0B"/>
    <w:rsid w:val="00F15B6C"/>
    <w:rsid w:val="00F17B9E"/>
    <w:rsid w:val="00F277B1"/>
    <w:rsid w:val="00F31040"/>
    <w:rsid w:val="00F3144C"/>
    <w:rsid w:val="00F31989"/>
    <w:rsid w:val="00F401F2"/>
    <w:rsid w:val="00F45169"/>
    <w:rsid w:val="00F50443"/>
    <w:rsid w:val="00F52434"/>
    <w:rsid w:val="00F52824"/>
    <w:rsid w:val="00F52CCA"/>
    <w:rsid w:val="00F70AB7"/>
    <w:rsid w:val="00F72A02"/>
    <w:rsid w:val="00F81FA6"/>
    <w:rsid w:val="00F86C7E"/>
    <w:rsid w:val="00F8731B"/>
    <w:rsid w:val="00F9129B"/>
    <w:rsid w:val="00F96134"/>
    <w:rsid w:val="00F97863"/>
    <w:rsid w:val="00FB1496"/>
    <w:rsid w:val="00FC0DD5"/>
    <w:rsid w:val="00FC1B34"/>
    <w:rsid w:val="00FD1872"/>
    <w:rsid w:val="00FD3D78"/>
    <w:rsid w:val="00FD4EF6"/>
    <w:rsid w:val="00FD5880"/>
    <w:rsid w:val="00FD7ED2"/>
    <w:rsid w:val="00FE016C"/>
    <w:rsid w:val="00FE3293"/>
    <w:rsid w:val="00FE39CF"/>
    <w:rsid w:val="00FE68AF"/>
    <w:rsid w:val="00FE7C3C"/>
    <w:rsid w:val="00FF199A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11E3C33B-B3FE-46FA-9E37-15EA55C1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aille29" w:eastAsia="Times New Roman" w:hAnsi="Braille29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58"/>
      <w:szCs w:val="5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480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A910F4"/>
    <w:rPr>
      <w:rFonts w:ascii="Courier New" w:hAnsi="Courier New"/>
      <w:sz w:val="20"/>
      <w:szCs w:val="20"/>
      <w:lang w:val="x-none" w:eastAsia="x-none"/>
    </w:rPr>
  </w:style>
  <w:style w:type="paragraph" w:customStyle="1" w:styleId="AutoCorrect">
    <w:name w:val="AutoCorrect"/>
    <w:rsid w:val="00781BD9"/>
    <w:rPr>
      <w:sz w:val="24"/>
      <w:szCs w:val="24"/>
    </w:rPr>
  </w:style>
  <w:style w:type="character" w:customStyle="1" w:styleId="PlainTextChar">
    <w:name w:val="Plain Text Char"/>
    <w:link w:val="PlainText"/>
    <w:uiPriority w:val="99"/>
    <w:rsid w:val="009D1ECC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5C480E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8302E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48302E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57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46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3.bin"/><Relationship Id="rId39" Type="http://schemas.openxmlformats.org/officeDocument/2006/relationships/image" Target="media/image13.e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9.bin"/><Relationship Id="rId42" Type="http://schemas.openxmlformats.org/officeDocument/2006/relationships/oleObject" Target="embeddings/oleObject24.bin"/><Relationship Id="rId47" Type="http://schemas.openxmlformats.org/officeDocument/2006/relationships/fontTable" Target="fontTable.xml"/><Relationship Id="rId50" Type="http://schemas.openxmlformats.org/officeDocument/2006/relationships/customXml" Target="../customXml/item3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5.bin"/><Relationship Id="rId11" Type="http://schemas.openxmlformats.org/officeDocument/2006/relationships/image" Target="media/image4.emf"/><Relationship Id="rId24" Type="http://schemas.openxmlformats.org/officeDocument/2006/relationships/image" Target="media/image9.emf"/><Relationship Id="rId32" Type="http://schemas.openxmlformats.org/officeDocument/2006/relationships/image" Target="media/image11.emf"/><Relationship Id="rId37" Type="http://schemas.openxmlformats.org/officeDocument/2006/relationships/oleObject" Target="embeddings/oleObject21.bin"/><Relationship Id="rId40" Type="http://schemas.openxmlformats.org/officeDocument/2006/relationships/oleObject" Target="embeddings/oleObject23.bin"/><Relationship Id="rId45" Type="http://schemas.openxmlformats.org/officeDocument/2006/relationships/image" Target="media/image16.emf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oleObject" Target="embeddings/oleObject11.bin"/><Relationship Id="rId28" Type="http://schemas.openxmlformats.org/officeDocument/2006/relationships/image" Target="media/image10.emf"/><Relationship Id="rId36" Type="http://schemas.openxmlformats.org/officeDocument/2006/relationships/image" Target="media/image12.emf"/><Relationship Id="rId49" Type="http://schemas.openxmlformats.org/officeDocument/2006/relationships/customXml" Target="../customXml/item2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25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0.bin"/><Relationship Id="rId43" Type="http://schemas.openxmlformats.org/officeDocument/2006/relationships/image" Target="media/image15.emf"/><Relationship Id="rId48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customXml" Target="../customXml/item4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8.bin"/><Relationship Id="rId38" Type="http://schemas.openxmlformats.org/officeDocument/2006/relationships/oleObject" Target="embeddings/oleObject22.bin"/><Relationship Id="rId46" Type="http://schemas.openxmlformats.org/officeDocument/2006/relationships/oleObject" Target="embeddings/oleObject26.bin"/><Relationship Id="rId20" Type="http://schemas.openxmlformats.org/officeDocument/2006/relationships/oleObject" Target="embeddings/oleObject8.bin"/><Relationship Id="rId41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iger%20Templates\New%20Tiger%20Template%20(CA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4" ma:contentTypeDescription="Create a new document." ma:contentTypeScope="" ma:versionID="c8056e5e8c8bc4397c51bbfd0cbfa846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6e6f193406a4ee31c8ca5751828e5c28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F3EE761-6470-4FAA-90E4-63732DDC8E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2C9F65-5593-49C9-887D-7260A15883E4}"/>
</file>

<file path=customXml/itemProps3.xml><?xml version="1.0" encoding="utf-8"?>
<ds:datastoreItem xmlns:ds="http://schemas.openxmlformats.org/officeDocument/2006/customXml" ds:itemID="{844CAE06-975A-4714-989D-C6C375A8A79E}"/>
</file>

<file path=customXml/itemProps4.xml><?xml version="1.0" encoding="utf-8"?>
<ds:datastoreItem xmlns:ds="http://schemas.openxmlformats.org/officeDocument/2006/customXml" ds:itemID="{A2E4FB00-61C0-4E38-ADDD-E5E5EB0C08D3}"/>
</file>

<file path=docProps/app.xml><?xml version="1.0" encoding="utf-8"?>
<Properties xmlns="http://schemas.openxmlformats.org/officeDocument/2006/extended-properties" xmlns:vt="http://schemas.openxmlformats.org/officeDocument/2006/docPropsVTypes">
  <Template>New Tiger Template (CA)</Template>
  <TotalTime>1078</TotalTime>
  <Pages>18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,,5VI</vt:lpstr>
    </vt:vector>
  </TitlesOfParts>
  <Company>PIA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,,5VI</dc:title>
  <dc:creator>Mike</dc:creator>
  <cp:lastModifiedBy>inmate27</cp:lastModifiedBy>
  <cp:revision>132</cp:revision>
  <cp:lastPrinted>2017-02-27T16:52:00Z</cp:lastPrinted>
  <dcterms:created xsi:type="dcterms:W3CDTF">2019-02-11T14:35:00Z</dcterms:created>
  <dcterms:modified xsi:type="dcterms:W3CDTF">2021-04-26T12:22:00Z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